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4DA0" w:rsidRPr="008362EE" w:rsidRDefault="00124DA0" w:rsidP="003A2763">
      <w:pPr>
        <w:rPr>
          <w:rFonts w:ascii="Arial" w:hAnsi="Arial" w:cs="Arial"/>
          <w:b/>
          <w:color w:val="000000"/>
          <w:sz w:val="24"/>
          <w:shd w:val="clear" w:color="auto" w:fill="FFFFFF"/>
        </w:rPr>
      </w:pPr>
      <w:r w:rsidRPr="008362EE">
        <w:rPr>
          <w:rFonts w:ascii="Arial" w:hAnsi="Arial" w:cs="Arial"/>
          <w:b/>
          <w:color w:val="000000"/>
          <w:sz w:val="24"/>
          <w:shd w:val="clear" w:color="auto" w:fill="FFFFFF"/>
        </w:rPr>
        <w:t>JoVE Editor</w:t>
      </w:r>
    </w:p>
    <w:p w:rsidR="00124DA0" w:rsidRDefault="00124DA0" w:rsidP="003A2763">
      <w:pPr>
        <w:rPr>
          <w:rFonts w:ascii="Verdana" w:hAnsi="Verdana"/>
          <w:color w:val="000000"/>
          <w:szCs w:val="21"/>
          <w:shd w:val="clear" w:color="auto" w:fill="FFFFFF"/>
        </w:rPr>
      </w:pPr>
    </w:p>
    <w:p w:rsidR="00124DA0" w:rsidRDefault="00124DA0" w:rsidP="003A2763">
      <w:pPr>
        <w:widowControl/>
        <w:spacing w:line="360" w:lineRule="auto"/>
        <w:outlineLvl w:val="2"/>
        <w:rPr>
          <w:b/>
          <w:bCs/>
          <w:sz w:val="24"/>
        </w:rPr>
      </w:pPr>
      <w:r w:rsidRPr="000C5560">
        <w:rPr>
          <w:bCs/>
          <w:sz w:val="24"/>
        </w:rPr>
        <w:t>The cover letter describing on manuscript</w:t>
      </w:r>
      <w:r>
        <w:rPr>
          <w:bCs/>
          <w:sz w:val="24"/>
        </w:rPr>
        <w:t>:</w:t>
      </w:r>
      <w:r>
        <w:rPr>
          <w:b/>
          <w:bCs/>
          <w:sz w:val="24"/>
        </w:rPr>
        <w:t xml:space="preserve"> </w:t>
      </w:r>
    </w:p>
    <w:p w:rsidR="00124DA0" w:rsidRDefault="00124DA0" w:rsidP="003A2763">
      <w:pPr>
        <w:spacing w:line="360" w:lineRule="auto"/>
        <w:rPr>
          <w:bCs/>
          <w:sz w:val="24"/>
        </w:rPr>
      </w:pPr>
      <w:r>
        <w:rPr>
          <w:rFonts w:hint="eastAsia"/>
          <w:b/>
          <w:sz w:val="24"/>
        </w:rPr>
        <w:t>“</w:t>
      </w:r>
      <w:r w:rsidRPr="003A2763">
        <w:rPr>
          <w:b/>
          <w:sz w:val="24"/>
        </w:rPr>
        <w:t>Establishment of a valuable mimic Alzheimer’s disease animal model by intracerebroventricular injection of composited amyloid beta protein</w:t>
      </w:r>
      <w:r>
        <w:rPr>
          <w:b/>
          <w:sz w:val="24"/>
        </w:rPr>
        <w:t xml:space="preserve">” </w:t>
      </w:r>
      <w:r>
        <w:rPr>
          <w:sz w:val="24"/>
        </w:rPr>
        <w:t>(</w:t>
      </w:r>
      <w:r w:rsidRPr="00A17895">
        <w:rPr>
          <w:sz w:val="24"/>
        </w:rPr>
        <w:t xml:space="preserve">Wu Xiaoguang, </w:t>
      </w:r>
      <w:bookmarkStart w:id="0" w:name="OLE_LINK1"/>
      <w:bookmarkStart w:id="1" w:name="OLE_LINK2"/>
      <w:r w:rsidRPr="00A17895">
        <w:rPr>
          <w:sz w:val="24"/>
        </w:rPr>
        <w:t xml:space="preserve">Cheng Jianjun, </w:t>
      </w:r>
      <w:r>
        <w:rPr>
          <w:sz w:val="24"/>
        </w:rPr>
        <w:t xml:space="preserve">Wang Xiaoqing, Gao Yang, </w:t>
      </w:r>
      <w:r w:rsidRPr="00A17895">
        <w:rPr>
          <w:rFonts w:eastAsia="Dotum"/>
          <w:sz w:val="24"/>
        </w:rPr>
        <w:t>S</w:t>
      </w:r>
      <w:r w:rsidRPr="00A17895">
        <w:rPr>
          <w:sz w:val="24"/>
        </w:rPr>
        <w:t>hang</w:t>
      </w:r>
      <w:r w:rsidRPr="00A17895">
        <w:rPr>
          <w:rFonts w:eastAsia="Dotum"/>
          <w:sz w:val="24"/>
        </w:rPr>
        <w:t xml:space="preserve"> Y</w:t>
      </w:r>
      <w:r w:rsidRPr="00A17895">
        <w:rPr>
          <w:sz w:val="24"/>
        </w:rPr>
        <w:t>azhen</w:t>
      </w:r>
      <w:r>
        <w:rPr>
          <w:sz w:val="24"/>
        </w:rPr>
        <w:t xml:space="preserve">. </w:t>
      </w:r>
      <w:r>
        <w:rPr>
          <w:rFonts w:ascii="Verdana" w:hAnsi="Verdana"/>
          <w:color w:val="000000"/>
          <w:szCs w:val="21"/>
          <w:shd w:val="clear" w:color="auto" w:fill="FFFFFF"/>
        </w:rPr>
        <w:t>JoVE</w:t>
      </w:r>
      <w:r>
        <w:rPr>
          <w:rStyle w:val="apple-converted-space"/>
          <w:rFonts w:ascii="Verdana" w:hAnsi="Verdana"/>
          <w:color w:val="000000"/>
          <w:szCs w:val="21"/>
          <w:shd w:val="clear" w:color="auto" w:fill="FFFFFF"/>
        </w:rPr>
        <w:t> </w:t>
      </w:r>
      <w:r>
        <w:rPr>
          <w:rFonts w:ascii="Verdana" w:hAnsi="Verdana"/>
          <w:color w:val="000000"/>
          <w:szCs w:val="21"/>
          <w:shd w:val="clear" w:color="auto" w:fill="FFFFFF"/>
        </w:rPr>
        <w:t>56157</w:t>
      </w:r>
      <w:bookmarkEnd w:id="0"/>
      <w:bookmarkEnd w:id="1"/>
      <w:r>
        <w:rPr>
          <w:sz w:val="24"/>
        </w:rPr>
        <w:t>)</w:t>
      </w:r>
      <w:r>
        <w:rPr>
          <w:bCs/>
          <w:sz w:val="24"/>
        </w:rPr>
        <w:t xml:space="preserve"> in detail which e</w:t>
      </w:r>
      <w:r>
        <w:rPr>
          <w:color w:val="000000"/>
          <w:sz w:val="24"/>
          <w:shd w:val="clear" w:color="auto" w:fill="FFFFFF"/>
        </w:rPr>
        <w:t xml:space="preserve">ditor </w:t>
      </w:r>
      <w:r>
        <w:rPr>
          <w:bCs/>
          <w:sz w:val="24"/>
        </w:rPr>
        <w:t>concerned. The correction in the R1- revision was red words and highlight</w:t>
      </w:r>
      <w:r w:rsidRPr="000C04A0">
        <w:rPr>
          <w:bCs/>
          <w:sz w:val="24"/>
        </w:rPr>
        <w:t xml:space="preserve"> </w:t>
      </w:r>
      <w:r w:rsidRPr="000C04A0">
        <w:rPr>
          <w:color w:val="000000"/>
          <w:sz w:val="24"/>
          <w:shd w:val="clear" w:color="auto" w:fill="FFFFFF"/>
        </w:rPr>
        <w:t>steps</w:t>
      </w:r>
      <w:r w:rsidRPr="000C04A0">
        <w:rPr>
          <w:bCs/>
          <w:sz w:val="24"/>
        </w:rPr>
        <w:t xml:space="preserve"> </w:t>
      </w:r>
      <w:r>
        <w:rPr>
          <w:bCs/>
          <w:sz w:val="24"/>
        </w:rPr>
        <w:t xml:space="preserve">were in yellow background. </w:t>
      </w:r>
    </w:p>
    <w:p w:rsidR="00124DA0" w:rsidRDefault="00124DA0">
      <w:pPr>
        <w:rPr>
          <w:rFonts w:ascii="Arial" w:hAnsi="Arial" w:cs="Arial"/>
          <w:color w:val="000000"/>
          <w:sz w:val="18"/>
          <w:szCs w:val="18"/>
          <w:shd w:val="clear" w:color="auto" w:fill="FFFFFF"/>
        </w:rPr>
      </w:pPr>
      <w:r>
        <w:rPr>
          <w:rFonts w:ascii="Arial" w:hAnsi="Arial" w:cs="Arial"/>
          <w:color w:val="000000"/>
          <w:sz w:val="18"/>
          <w:szCs w:val="18"/>
        </w:rPr>
        <w:br/>
      </w:r>
      <w:r>
        <w:rPr>
          <w:rFonts w:ascii="Arial" w:hAnsi="Arial" w:cs="Arial"/>
          <w:color w:val="000000"/>
          <w:sz w:val="18"/>
          <w:szCs w:val="18"/>
        </w:rPr>
        <w:br/>
      </w:r>
      <w:r>
        <w:rPr>
          <w:rFonts w:ascii="Arial" w:hAnsi="Arial" w:cs="Arial"/>
          <w:b/>
          <w:bCs/>
          <w:color w:val="000000"/>
          <w:sz w:val="18"/>
          <w:szCs w:val="18"/>
          <w:shd w:val="clear" w:color="auto" w:fill="FFFFFF"/>
        </w:rPr>
        <w:t>Editorial comments:</w:t>
      </w:r>
      <w:r>
        <w:rPr>
          <w:rFonts w:ascii="Arial" w:hAnsi="Arial" w:cs="Arial"/>
          <w:color w:val="000000"/>
          <w:sz w:val="18"/>
          <w:szCs w:val="18"/>
        </w:rPr>
        <w:br/>
      </w:r>
      <w:r>
        <w:rPr>
          <w:rFonts w:ascii="Arial" w:hAnsi="Arial" w:cs="Arial"/>
          <w:color w:val="000000"/>
          <w:sz w:val="18"/>
          <w:szCs w:val="18"/>
        </w:rPr>
        <w:br/>
      </w:r>
      <w:r>
        <w:rPr>
          <w:rFonts w:ascii="Arial" w:hAnsi="Arial" w:cs="Arial"/>
          <w:color w:val="000000"/>
          <w:sz w:val="18"/>
          <w:szCs w:val="18"/>
          <w:shd w:val="clear" w:color="auto" w:fill="FFFFFF"/>
        </w:rPr>
        <w:t>Changes recommended by Review Editor JoVE</w:t>
      </w:r>
      <w:r>
        <w:rPr>
          <w:rStyle w:val="apple-converted-space"/>
          <w:rFonts w:ascii="Arial" w:hAnsi="Arial" w:cs="Arial"/>
          <w:color w:val="000000"/>
          <w:sz w:val="18"/>
          <w:szCs w:val="18"/>
          <w:shd w:val="clear" w:color="auto" w:fill="FFFFFF"/>
        </w:rPr>
        <w:t> </w:t>
      </w:r>
      <w:r>
        <w:rPr>
          <w:rFonts w:ascii="Arial" w:hAnsi="Arial" w:cs="Arial"/>
          <w:color w:val="000000"/>
          <w:sz w:val="18"/>
          <w:szCs w:val="18"/>
          <w:shd w:val="clear" w:color="auto" w:fill="FFFFFF"/>
        </w:rPr>
        <w:t>56157_R1:</w:t>
      </w:r>
      <w:r>
        <w:rPr>
          <w:rFonts w:ascii="Arial" w:hAnsi="Arial" w:cs="Arial"/>
          <w:color w:val="000000"/>
          <w:sz w:val="18"/>
          <w:szCs w:val="18"/>
        </w:rPr>
        <w:br/>
      </w:r>
      <w:r>
        <w:rPr>
          <w:rFonts w:ascii="Arial" w:hAnsi="Arial" w:cs="Arial"/>
          <w:color w:val="000000"/>
          <w:sz w:val="18"/>
          <w:szCs w:val="18"/>
          <w:shd w:val="clear" w:color="auto" w:fill="FFFFFF"/>
        </w:rPr>
        <w:t>Thank you very much for the revisions that were made to the manuscript in response to the Editorial comments. We appreciate your patience in working with us to ensure that the manuscript complies with JoVE’s unique format and requirements. While majority of the Editorial comments have been addressed in your previous revision, the following comments need to be addressed in order for your manuscript to proceed to the next step of the review process. In the editorial manager, there is a hyperlink to download the .docx file.</w:t>
      </w:r>
      <w:r>
        <w:rPr>
          <w:rStyle w:val="apple-converted-space"/>
          <w:rFonts w:ascii="Arial" w:hAnsi="Arial" w:cs="Arial"/>
          <w:color w:val="000000"/>
          <w:sz w:val="18"/>
          <w:szCs w:val="18"/>
          <w:shd w:val="clear" w:color="auto" w:fill="FFFFFF"/>
        </w:rPr>
        <w:t> </w:t>
      </w:r>
      <w:r>
        <w:rPr>
          <w:rFonts w:ascii="Arial" w:hAnsi="Arial" w:cs="Arial"/>
          <w:b/>
          <w:bCs/>
          <w:color w:val="000000"/>
          <w:sz w:val="18"/>
          <w:szCs w:val="18"/>
          <w:shd w:val="clear" w:color="auto" w:fill="FFFFFF"/>
        </w:rPr>
        <w:t>Please download the .docx file and use this updated version for future revisions.</w:t>
      </w:r>
      <w:r>
        <w:rPr>
          <w:rFonts w:ascii="Arial" w:hAnsi="Arial" w:cs="Arial"/>
          <w:color w:val="000000"/>
          <w:sz w:val="18"/>
          <w:szCs w:val="18"/>
        </w:rPr>
        <w:br/>
      </w:r>
      <w:r>
        <w:rPr>
          <w:rFonts w:ascii="Arial" w:hAnsi="Arial" w:cs="Arial"/>
          <w:color w:val="000000"/>
          <w:sz w:val="18"/>
          <w:szCs w:val="18"/>
        </w:rPr>
        <w:br/>
      </w:r>
      <w:r>
        <w:rPr>
          <w:rFonts w:ascii="Arial" w:hAnsi="Arial" w:cs="Arial"/>
          <w:color w:val="000000"/>
          <w:sz w:val="18"/>
          <w:szCs w:val="18"/>
          <w:shd w:val="clear" w:color="auto" w:fill="FFFFFF"/>
        </w:rPr>
        <w:t>1) Since you are re-using figures from previous publications, please obtain explicit permission to re-use the figure from the previous publisher (this can be in the form of a letter from an editor or a link to the editorial policies that allows you to re-publish the figure). Please upload the text of the re-print permission (may be copied and pasted from an email/website) as a Word document to the Editorial Manager site in the "Supplemental files (as requested by JoVE)" section.</w:t>
      </w:r>
    </w:p>
    <w:p w:rsidR="00124DA0" w:rsidRPr="009B0A3D" w:rsidRDefault="00124DA0">
      <w:pPr>
        <w:rPr>
          <w:rFonts w:ascii="Arial" w:hAnsi="Arial" w:cs="Arial"/>
          <w:color w:val="0000FF"/>
          <w:sz w:val="18"/>
          <w:szCs w:val="18"/>
          <w:shd w:val="clear" w:color="auto" w:fill="FFFFFF"/>
        </w:rPr>
      </w:pPr>
      <w:r w:rsidRPr="009B0A3D">
        <w:rPr>
          <w:rFonts w:ascii="Arial" w:hAnsi="Arial" w:cs="Arial"/>
          <w:color w:val="0000FF"/>
          <w:sz w:val="18"/>
          <w:szCs w:val="18"/>
          <w:shd w:val="clear" w:color="auto" w:fill="FFFFFF"/>
        </w:rPr>
        <w:t>Reply:</w:t>
      </w:r>
      <w:r>
        <w:rPr>
          <w:rFonts w:ascii="Arial" w:hAnsi="Arial" w:cs="Arial"/>
          <w:color w:val="0000FF"/>
          <w:sz w:val="18"/>
          <w:szCs w:val="18"/>
          <w:shd w:val="clear" w:color="auto" w:fill="FFFFFF"/>
        </w:rPr>
        <w:t xml:space="preserve"> I asked the </w:t>
      </w:r>
      <w:r w:rsidRPr="009B0A3D">
        <w:rPr>
          <w:rFonts w:ascii="Arial" w:hAnsi="Arial" w:cs="Arial"/>
          <w:color w:val="0000FF"/>
          <w:sz w:val="18"/>
          <w:szCs w:val="18"/>
          <w:shd w:val="clear" w:color="auto" w:fill="FFFFFF"/>
        </w:rPr>
        <w:t>previous publisher</w:t>
      </w:r>
      <w:r>
        <w:rPr>
          <w:rFonts w:ascii="Arial" w:hAnsi="Arial" w:cs="Arial"/>
          <w:color w:val="0000FF"/>
          <w:sz w:val="18"/>
          <w:szCs w:val="18"/>
          <w:shd w:val="clear" w:color="auto" w:fill="FFFFFF"/>
        </w:rPr>
        <w:t xml:space="preserve"> and got their reply for re-use Figure, and will be provided a Word document as a Supplement file along with re-submission.</w:t>
      </w:r>
    </w:p>
    <w:p w:rsidR="00124DA0" w:rsidRPr="009B0A3D" w:rsidRDefault="00124DA0">
      <w:pPr>
        <w:rPr>
          <w:rFonts w:ascii="Arial" w:hAnsi="Arial" w:cs="Arial"/>
          <w:color w:val="0000FF"/>
          <w:sz w:val="18"/>
          <w:szCs w:val="18"/>
          <w:shd w:val="clear" w:color="auto" w:fill="FFFFFF"/>
        </w:rPr>
      </w:pPr>
      <w:r>
        <w:rPr>
          <w:rFonts w:ascii="Arial" w:hAnsi="Arial" w:cs="Arial"/>
          <w:color w:val="000000"/>
          <w:sz w:val="18"/>
          <w:szCs w:val="18"/>
        </w:rPr>
        <w:br/>
      </w:r>
      <w:r>
        <w:rPr>
          <w:rFonts w:ascii="Arial" w:hAnsi="Arial" w:cs="Arial"/>
          <w:color w:val="000000"/>
          <w:sz w:val="18"/>
          <w:szCs w:val="18"/>
          <w:shd w:val="clear" w:color="auto" w:fill="FFFFFF"/>
        </w:rPr>
        <w:t>2) Editor modified the formatting of the manuscript and adjusted spacing of the protocol section. Please read the entire manuscript carefully and make changes if required. Do not change the formatting.</w:t>
      </w:r>
      <w:r>
        <w:rPr>
          <w:rFonts w:ascii="Arial" w:hAnsi="Arial" w:cs="Arial"/>
          <w:color w:val="000000"/>
          <w:sz w:val="18"/>
          <w:szCs w:val="18"/>
        </w:rPr>
        <w:br/>
      </w:r>
      <w:r w:rsidRPr="009B0A3D">
        <w:rPr>
          <w:rFonts w:ascii="Arial" w:hAnsi="Arial" w:cs="Arial"/>
          <w:color w:val="0000FF"/>
          <w:sz w:val="18"/>
          <w:szCs w:val="18"/>
          <w:shd w:val="clear" w:color="auto" w:fill="FFFFFF"/>
        </w:rPr>
        <w:t xml:space="preserve">Reply: </w:t>
      </w:r>
      <w:r>
        <w:rPr>
          <w:rFonts w:ascii="Arial" w:hAnsi="Arial" w:cs="Arial"/>
          <w:color w:val="0000FF"/>
          <w:sz w:val="18"/>
          <w:szCs w:val="18"/>
          <w:shd w:val="clear" w:color="auto" w:fill="FFFFFF"/>
        </w:rPr>
        <w:t xml:space="preserve">Authors </w:t>
      </w:r>
      <w:r w:rsidRPr="009B0A3D">
        <w:rPr>
          <w:rFonts w:ascii="Arial" w:hAnsi="Arial" w:cs="Arial"/>
          <w:color w:val="0000FF"/>
          <w:sz w:val="18"/>
          <w:szCs w:val="18"/>
          <w:shd w:val="clear" w:color="auto" w:fill="FFFFFF"/>
        </w:rPr>
        <w:t>comply with</w:t>
      </w:r>
      <w:r>
        <w:rPr>
          <w:rFonts w:ascii="Arial" w:hAnsi="Arial" w:cs="Arial"/>
          <w:color w:val="0000FF"/>
          <w:sz w:val="18"/>
          <w:szCs w:val="18"/>
          <w:shd w:val="clear" w:color="auto" w:fill="FFFFFF"/>
        </w:rPr>
        <w:t xml:space="preserve"> editor suggestion. </w:t>
      </w:r>
    </w:p>
    <w:p w:rsidR="00124DA0" w:rsidRDefault="00124DA0">
      <w:pPr>
        <w:rPr>
          <w:rFonts w:ascii="Arial" w:hAnsi="Arial" w:cs="Arial"/>
          <w:color w:val="000000"/>
          <w:sz w:val="18"/>
          <w:szCs w:val="18"/>
          <w:shd w:val="clear" w:color="auto" w:fill="FFFFFF"/>
        </w:rPr>
      </w:pPr>
    </w:p>
    <w:p w:rsidR="00124DA0" w:rsidRPr="00EB01AD" w:rsidRDefault="00124DA0" w:rsidP="00EB01AD">
      <w:pPr>
        <w:rPr>
          <w:rFonts w:ascii="Arial" w:hAnsi="Arial" w:cs="Arial"/>
          <w:color w:val="0000FF"/>
          <w:sz w:val="18"/>
          <w:szCs w:val="18"/>
          <w:shd w:val="clear" w:color="auto" w:fill="FFFFFF"/>
        </w:rPr>
      </w:pPr>
      <w:r>
        <w:rPr>
          <w:rFonts w:ascii="Arial" w:hAnsi="Arial" w:cs="Arial"/>
          <w:color w:val="000000"/>
          <w:sz w:val="18"/>
          <w:szCs w:val="18"/>
          <w:shd w:val="clear" w:color="auto" w:fill="FFFFFF"/>
        </w:rPr>
        <w:t>3) Editor added track changes to the word document of your manuscript, attached to this email. Please approve/revise all track changes; however, do not accept the changes so that we can confirm the changes you made.</w:t>
      </w:r>
      <w:r>
        <w:rPr>
          <w:rFonts w:ascii="Arial" w:hAnsi="Arial" w:cs="Arial"/>
          <w:color w:val="000000"/>
          <w:sz w:val="18"/>
          <w:szCs w:val="18"/>
        </w:rPr>
        <w:br/>
      </w:r>
      <w:r w:rsidRPr="00EB01AD">
        <w:rPr>
          <w:rFonts w:ascii="Arial" w:hAnsi="Arial" w:cs="Arial"/>
          <w:color w:val="0000FF"/>
          <w:sz w:val="18"/>
          <w:szCs w:val="18"/>
          <w:shd w:val="clear" w:color="auto" w:fill="FFFFFF"/>
        </w:rPr>
        <w:t>Reply: Authors corrected these changes in the re-revision according to editors’ suggestion.</w:t>
      </w:r>
    </w:p>
    <w:p w:rsidR="00124DA0" w:rsidRPr="00EB01AD" w:rsidRDefault="00124DA0">
      <w:pPr>
        <w:rPr>
          <w:rFonts w:ascii="Arial" w:hAnsi="Arial" w:cs="Arial"/>
          <w:color w:val="0000FF"/>
          <w:sz w:val="18"/>
          <w:szCs w:val="18"/>
          <w:shd w:val="clear" w:color="auto" w:fill="FFFFFF"/>
        </w:rPr>
      </w:pPr>
    </w:p>
    <w:p w:rsidR="00124DA0" w:rsidRPr="00866392" w:rsidRDefault="00124DA0">
      <w:pPr>
        <w:rPr>
          <w:rFonts w:ascii="Arial" w:hAnsi="Arial" w:cs="Arial"/>
          <w:color w:val="0000FF"/>
          <w:sz w:val="18"/>
          <w:szCs w:val="18"/>
          <w:shd w:val="clear" w:color="auto" w:fill="FFFFFF"/>
        </w:rPr>
      </w:pPr>
      <w:r>
        <w:rPr>
          <w:rFonts w:ascii="Arial" w:hAnsi="Arial" w:cs="Arial"/>
          <w:color w:val="000000"/>
          <w:sz w:val="18"/>
          <w:szCs w:val="18"/>
          <w:shd w:val="clear" w:color="auto" w:fill="FFFFFF"/>
        </w:rPr>
        <w:t>4</w:t>
      </w:r>
      <w:r>
        <w:rPr>
          <w:rFonts w:ascii="Arial" w:hAnsi="Arial" w:cs="Arial"/>
          <w:color w:val="000000"/>
          <w:sz w:val="18"/>
          <w:szCs w:val="18"/>
          <w:u w:val="single"/>
          <w:shd w:val="clear" w:color="auto" w:fill="FFFFFF"/>
        </w:rPr>
        <w:t>) Please upload a separate rebuttal document that addresses each of the editorial and peer review comments individually. We need point-by-point reply to each comment raised by the editor and the reviewers,</w:t>
      </w:r>
      <w:r>
        <w:rPr>
          <w:rFonts w:ascii="Arial" w:hAnsi="Arial" w:cs="Arial"/>
          <w:color w:val="000000"/>
          <w:sz w:val="18"/>
          <w:szCs w:val="18"/>
          <w:shd w:val="clear" w:color="auto" w:fill="FFFFFF"/>
        </w:rPr>
        <w:t> We are re-sending the comments.</w:t>
      </w:r>
      <w:r>
        <w:rPr>
          <w:rFonts w:ascii="Arial" w:hAnsi="Arial" w:cs="Arial"/>
          <w:color w:val="000000"/>
          <w:sz w:val="18"/>
          <w:szCs w:val="18"/>
        </w:rPr>
        <w:br/>
      </w:r>
      <w:r w:rsidRPr="00EB01AD">
        <w:rPr>
          <w:rFonts w:ascii="Arial" w:hAnsi="Arial" w:cs="Arial"/>
          <w:color w:val="0000FF"/>
          <w:sz w:val="18"/>
          <w:szCs w:val="18"/>
          <w:shd w:val="clear" w:color="auto" w:fill="FFFFFF"/>
        </w:rPr>
        <w:t>Reply:</w:t>
      </w:r>
      <w:r>
        <w:rPr>
          <w:rFonts w:ascii="Arial" w:hAnsi="Arial" w:cs="Arial"/>
          <w:color w:val="0000FF"/>
          <w:sz w:val="18"/>
          <w:szCs w:val="18"/>
          <w:shd w:val="clear" w:color="auto" w:fill="FFFFFF"/>
        </w:rPr>
        <w:t xml:space="preserve"> Ok, We will upload two rebuttle docum</w:t>
      </w:r>
      <w:r w:rsidRPr="00866392">
        <w:rPr>
          <w:rFonts w:ascii="Arial" w:hAnsi="Arial" w:cs="Arial"/>
          <w:color w:val="0000FF"/>
          <w:sz w:val="18"/>
          <w:szCs w:val="18"/>
          <w:shd w:val="clear" w:color="auto" w:fill="FFFFFF"/>
        </w:rPr>
        <w:t>ents addressed by editorial and peer review comments along with re-revision.</w:t>
      </w:r>
    </w:p>
    <w:p w:rsidR="00124DA0" w:rsidRPr="00866392" w:rsidRDefault="00124DA0">
      <w:pPr>
        <w:rPr>
          <w:rFonts w:ascii="Arial" w:hAnsi="Arial" w:cs="Arial"/>
          <w:color w:val="0000FF"/>
          <w:sz w:val="18"/>
          <w:szCs w:val="18"/>
          <w:shd w:val="clear" w:color="auto" w:fill="FFFFFF"/>
        </w:rPr>
      </w:pPr>
    </w:p>
    <w:p w:rsidR="00124DA0" w:rsidRDefault="00124DA0">
      <w:pPr>
        <w:rPr>
          <w:rFonts w:ascii="Arial" w:hAnsi="Arial" w:cs="Arial"/>
          <w:color w:val="0000FF"/>
          <w:sz w:val="18"/>
          <w:szCs w:val="18"/>
          <w:shd w:val="clear" w:color="auto" w:fill="FFFFFF"/>
        </w:rPr>
      </w:pPr>
      <w:r>
        <w:rPr>
          <w:rFonts w:ascii="Arial" w:hAnsi="Arial" w:cs="Arial"/>
          <w:color w:val="000000"/>
          <w:sz w:val="18"/>
          <w:szCs w:val="18"/>
          <w:shd w:val="clear" w:color="auto" w:fill="FFFFFF"/>
        </w:rPr>
        <w:t>5) Please make sure that your references comply with JoVE instructions for authors. In-text formatting: corresponding reference numbers should appear as</w:t>
      </w:r>
      <w:r>
        <w:rPr>
          <w:rStyle w:val="apple-converted-space"/>
          <w:rFonts w:ascii="Arial" w:hAnsi="Arial" w:cs="Arial"/>
          <w:color w:val="000000"/>
          <w:sz w:val="18"/>
          <w:szCs w:val="18"/>
          <w:shd w:val="clear" w:color="auto" w:fill="FFFFFF"/>
        </w:rPr>
        <w:t> </w:t>
      </w:r>
      <w:r>
        <w:rPr>
          <w:rFonts w:ascii="Arial" w:hAnsi="Arial" w:cs="Arial"/>
          <w:color w:val="000000"/>
          <w:sz w:val="18"/>
          <w:szCs w:val="18"/>
          <w:u w:val="single"/>
          <w:shd w:val="clear" w:color="auto" w:fill="FFFFFF"/>
        </w:rPr>
        <w:t>superscripts</w:t>
      </w:r>
      <w:r>
        <w:rPr>
          <w:rStyle w:val="apple-converted-space"/>
          <w:rFonts w:ascii="Arial" w:hAnsi="Arial" w:cs="Arial"/>
          <w:color w:val="000000"/>
          <w:sz w:val="18"/>
          <w:szCs w:val="18"/>
          <w:u w:val="single"/>
          <w:shd w:val="clear" w:color="auto" w:fill="FFFFFF"/>
        </w:rPr>
        <w:t> </w:t>
      </w:r>
      <w:r>
        <w:rPr>
          <w:rFonts w:ascii="Arial" w:hAnsi="Arial" w:cs="Arial"/>
          <w:color w:val="000000"/>
          <w:sz w:val="18"/>
          <w:szCs w:val="18"/>
          <w:shd w:val="clear" w:color="auto" w:fill="FFFFFF"/>
        </w:rPr>
        <w:t>after the appropriate statement(s) in the text of the manuscript.</w:t>
      </w:r>
      <w:r>
        <w:rPr>
          <w:rFonts w:ascii="Arial" w:hAnsi="Arial" w:cs="Arial"/>
          <w:color w:val="000000"/>
          <w:sz w:val="18"/>
          <w:szCs w:val="18"/>
        </w:rPr>
        <w:br/>
      </w:r>
      <w:r w:rsidRPr="00EB01AD">
        <w:rPr>
          <w:rFonts w:ascii="Arial" w:hAnsi="Arial" w:cs="Arial"/>
          <w:color w:val="0000FF"/>
          <w:sz w:val="18"/>
          <w:szCs w:val="18"/>
          <w:shd w:val="clear" w:color="auto" w:fill="FFFFFF"/>
        </w:rPr>
        <w:t xml:space="preserve">Reply: </w:t>
      </w:r>
      <w:r w:rsidRPr="00A210BE">
        <w:rPr>
          <w:rFonts w:ascii="Arial" w:hAnsi="Arial" w:cs="Arial"/>
          <w:color w:val="0000FF"/>
          <w:sz w:val="18"/>
          <w:szCs w:val="18"/>
          <w:shd w:val="clear" w:color="auto" w:fill="FFFFFF"/>
        </w:rPr>
        <w:t>Authors corrected this in the revision according to editors’ suggestion.</w:t>
      </w:r>
    </w:p>
    <w:p w:rsidR="00124DA0" w:rsidRDefault="00124DA0">
      <w:pPr>
        <w:rPr>
          <w:rFonts w:ascii="Arial" w:hAnsi="Arial" w:cs="Arial"/>
          <w:color w:val="000000"/>
          <w:sz w:val="18"/>
          <w:szCs w:val="18"/>
          <w:shd w:val="clear" w:color="auto" w:fill="FFFFFF"/>
        </w:rPr>
      </w:pPr>
    </w:p>
    <w:p w:rsidR="00124DA0" w:rsidRDefault="00124DA0">
      <w:pPr>
        <w:rPr>
          <w:rFonts w:ascii="Arial" w:hAnsi="Arial" w:cs="Arial"/>
          <w:color w:val="000000"/>
          <w:sz w:val="18"/>
          <w:szCs w:val="18"/>
          <w:shd w:val="clear" w:color="auto" w:fill="FFFFFF"/>
        </w:rPr>
      </w:pPr>
      <w:r>
        <w:rPr>
          <w:rFonts w:ascii="Arial" w:hAnsi="Arial" w:cs="Arial"/>
          <w:color w:val="000000"/>
          <w:sz w:val="18"/>
          <w:szCs w:val="18"/>
          <w:shd w:val="clear" w:color="auto" w:fill="FFFFFF"/>
        </w:rPr>
        <w:t>6) The highlighted text</w:t>
      </w:r>
      <w:r>
        <w:rPr>
          <w:rStyle w:val="apple-converted-space"/>
          <w:rFonts w:ascii="Arial" w:hAnsi="Arial" w:cs="Arial"/>
          <w:color w:val="000000"/>
          <w:sz w:val="18"/>
          <w:szCs w:val="18"/>
          <w:shd w:val="clear" w:color="auto" w:fill="FFFFFF"/>
        </w:rPr>
        <w:t> </w:t>
      </w:r>
      <w:r>
        <w:rPr>
          <w:rFonts w:ascii="Arial" w:hAnsi="Arial" w:cs="Arial"/>
          <w:color w:val="000000"/>
          <w:sz w:val="18"/>
          <w:szCs w:val="18"/>
          <w:u w:val="single"/>
          <w:shd w:val="clear" w:color="auto" w:fill="FFFFFF"/>
        </w:rPr>
        <w:t>exceeded JoVE’s 2.75 page</w:t>
      </w:r>
      <w:r>
        <w:rPr>
          <w:rStyle w:val="apple-converted-space"/>
          <w:rFonts w:ascii="Arial" w:hAnsi="Arial" w:cs="Arial"/>
          <w:color w:val="000000"/>
          <w:sz w:val="18"/>
          <w:szCs w:val="18"/>
          <w:shd w:val="clear" w:color="auto" w:fill="FFFFFF"/>
        </w:rPr>
        <w:t> </w:t>
      </w:r>
      <w:r>
        <w:rPr>
          <w:rFonts w:ascii="Arial" w:hAnsi="Arial" w:cs="Arial"/>
          <w:color w:val="000000"/>
          <w:sz w:val="18"/>
          <w:szCs w:val="18"/>
          <w:shd w:val="clear" w:color="auto" w:fill="FFFFFF"/>
        </w:rPr>
        <w:t>limit. The editor adjusted the highlighting. Please confirm that you would like to film the highlighted section or change the highlighting to the appropriate section. Make sure you provide all the details and check the protocol for imperative tense.</w:t>
      </w:r>
      <w:r>
        <w:rPr>
          <w:rFonts w:ascii="Arial" w:hAnsi="Arial" w:cs="Arial"/>
          <w:color w:val="000000"/>
          <w:sz w:val="18"/>
          <w:szCs w:val="18"/>
        </w:rPr>
        <w:br/>
      </w:r>
      <w:r w:rsidRPr="00EB01AD">
        <w:rPr>
          <w:rFonts w:ascii="Arial" w:hAnsi="Arial" w:cs="Arial"/>
          <w:color w:val="0000FF"/>
          <w:sz w:val="18"/>
          <w:szCs w:val="18"/>
          <w:shd w:val="clear" w:color="auto" w:fill="FFFFFF"/>
        </w:rPr>
        <w:t>Reply:</w:t>
      </w:r>
      <w:r>
        <w:rPr>
          <w:rFonts w:ascii="Arial" w:hAnsi="Arial" w:cs="Arial"/>
          <w:color w:val="0000FF"/>
          <w:sz w:val="18"/>
          <w:szCs w:val="18"/>
          <w:shd w:val="clear" w:color="auto" w:fill="FFFFFF"/>
        </w:rPr>
        <w:t xml:space="preserve"> Yes, authors agree to editor adjust to the highlighting. </w:t>
      </w:r>
    </w:p>
    <w:p w:rsidR="00124DA0" w:rsidRPr="007B74C6" w:rsidRDefault="00124DA0">
      <w:pPr>
        <w:rPr>
          <w:rFonts w:ascii="Arial" w:hAnsi="Arial" w:cs="Arial"/>
          <w:color w:val="000000"/>
          <w:sz w:val="18"/>
          <w:szCs w:val="18"/>
          <w:shd w:val="clear" w:color="auto" w:fill="FFFFFF"/>
        </w:rPr>
      </w:pPr>
    </w:p>
    <w:p w:rsidR="00124DA0" w:rsidRDefault="00124DA0">
      <w:pPr>
        <w:rPr>
          <w:rFonts w:ascii="Arial" w:hAnsi="Arial" w:cs="Arial"/>
          <w:color w:val="000000"/>
          <w:sz w:val="18"/>
          <w:szCs w:val="18"/>
          <w:shd w:val="clear" w:color="auto" w:fill="FFFFFF"/>
        </w:rPr>
      </w:pPr>
      <w:r>
        <w:rPr>
          <w:rFonts w:ascii="Arial" w:hAnsi="Arial" w:cs="Arial"/>
          <w:color w:val="000000"/>
          <w:sz w:val="18"/>
          <w:szCs w:val="18"/>
          <w:shd w:val="clear" w:color="auto" w:fill="FFFFFF"/>
        </w:rPr>
        <w:t>7) Please refer to the previously published articles on JoVE by searching for “morris maze”.</w:t>
      </w:r>
    </w:p>
    <w:p w:rsidR="00124DA0" w:rsidRDefault="00124DA0">
      <w:r w:rsidRPr="00EB01AD">
        <w:rPr>
          <w:rFonts w:ascii="Arial" w:hAnsi="Arial" w:cs="Arial"/>
          <w:color w:val="0000FF"/>
          <w:sz w:val="18"/>
          <w:szCs w:val="18"/>
          <w:shd w:val="clear" w:color="auto" w:fill="FFFFFF"/>
        </w:rPr>
        <w:t>Reply:</w:t>
      </w:r>
      <w:r>
        <w:rPr>
          <w:rFonts w:ascii="Arial" w:hAnsi="Arial" w:cs="Arial"/>
          <w:color w:val="0000FF"/>
          <w:sz w:val="18"/>
          <w:szCs w:val="18"/>
          <w:shd w:val="clear" w:color="auto" w:fill="FFFFFF"/>
        </w:rPr>
        <w:t xml:space="preserve"> Ok, author do it as editor’s suggestion. </w:t>
      </w:r>
    </w:p>
    <w:sectPr w:rsidR="00124DA0" w:rsidSect="006702BA">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4DA0" w:rsidRDefault="00124DA0" w:rsidP="009B0A3D">
      <w:r>
        <w:separator/>
      </w:r>
    </w:p>
  </w:endnote>
  <w:endnote w:type="continuationSeparator" w:id="0">
    <w:p w:rsidR="00124DA0" w:rsidRDefault="00124DA0" w:rsidP="009B0A3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Dotum">
    <w:altName w:val="园?"/>
    <w:panose1 w:val="020B0600000101010101"/>
    <w:charset w:val="81"/>
    <w:family w:val="swiss"/>
    <w:pitch w:val="variable"/>
    <w:sig w:usb0="B00002AF" w:usb1="69D77CFB" w:usb2="00000030" w:usb3="00000000" w:csb0="0008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4DA0" w:rsidRDefault="00124DA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4DA0" w:rsidRDefault="00124DA0">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4DA0" w:rsidRDefault="00124DA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4DA0" w:rsidRDefault="00124DA0" w:rsidP="009B0A3D">
      <w:r>
        <w:separator/>
      </w:r>
    </w:p>
  </w:footnote>
  <w:footnote w:type="continuationSeparator" w:id="0">
    <w:p w:rsidR="00124DA0" w:rsidRDefault="00124DA0" w:rsidP="009B0A3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4DA0" w:rsidRDefault="00124DA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4DA0" w:rsidRDefault="00124DA0" w:rsidP="003A2763">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4DA0" w:rsidRDefault="00124DA0">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4622A"/>
    <w:rsid w:val="0000242A"/>
    <w:rsid w:val="000047D0"/>
    <w:rsid w:val="00004C70"/>
    <w:rsid w:val="00007507"/>
    <w:rsid w:val="00011B02"/>
    <w:rsid w:val="00011C02"/>
    <w:rsid w:val="00014275"/>
    <w:rsid w:val="00017087"/>
    <w:rsid w:val="0002061B"/>
    <w:rsid w:val="000212E1"/>
    <w:rsid w:val="00022C8F"/>
    <w:rsid w:val="00026B45"/>
    <w:rsid w:val="000270AE"/>
    <w:rsid w:val="00027252"/>
    <w:rsid w:val="00031F71"/>
    <w:rsid w:val="00034353"/>
    <w:rsid w:val="000361F2"/>
    <w:rsid w:val="00036DAA"/>
    <w:rsid w:val="00041020"/>
    <w:rsid w:val="000421CB"/>
    <w:rsid w:val="00043E5C"/>
    <w:rsid w:val="000442D5"/>
    <w:rsid w:val="00044D48"/>
    <w:rsid w:val="00051645"/>
    <w:rsid w:val="0005214B"/>
    <w:rsid w:val="000539C7"/>
    <w:rsid w:val="00056E30"/>
    <w:rsid w:val="00060BAA"/>
    <w:rsid w:val="00060F05"/>
    <w:rsid w:val="0006145D"/>
    <w:rsid w:val="0006287F"/>
    <w:rsid w:val="000636C7"/>
    <w:rsid w:val="00064ED1"/>
    <w:rsid w:val="00066501"/>
    <w:rsid w:val="00066557"/>
    <w:rsid w:val="00071F68"/>
    <w:rsid w:val="000736EE"/>
    <w:rsid w:val="000745E5"/>
    <w:rsid w:val="000749C2"/>
    <w:rsid w:val="0007532B"/>
    <w:rsid w:val="00076468"/>
    <w:rsid w:val="00076E82"/>
    <w:rsid w:val="000800D7"/>
    <w:rsid w:val="00080377"/>
    <w:rsid w:val="00080BA5"/>
    <w:rsid w:val="00080F08"/>
    <w:rsid w:val="000814F8"/>
    <w:rsid w:val="000848B8"/>
    <w:rsid w:val="000920C7"/>
    <w:rsid w:val="00094F8E"/>
    <w:rsid w:val="00096B53"/>
    <w:rsid w:val="000970F7"/>
    <w:rsid w:val="000A0959"/>
    <w:rsid w:val="000A6839"/>
    <w:rsid w:val="000A7026"/>
    <w:rsid w:val="000A7831"/>
    <w:rsid w:val="000B1069"/>
    <w:rsid w:val="000B27AD"/>
    <w:rsid w:val="000B2F41"/>
    <w:rsid w:val="000B45A7"/>
    <w:rsid w:val="000B5710"/>
    <w:rsid w:val="000B6621"/>
    <w:rsid w:val="000B71A0"/>
    <w:rsid w:val="000B7AA9"/>
    <w:rsid w:val="000B7B54"/>
    <w:rsid w:val="000C04A0"/>
    <w:rsid w:val="000C08D8"/>
    <w:rsid w:val="000C1429"/>
    <w:rsid w:val="000C1B6F"/>
    <w:rsid w:val="000C4271"/>
    <w:rsid w:val="000C5560"/>
    <w:rsid w:val="000D565A"/>
    <w:rsid w:val="000D59CF"/>
    <w:rsid w:val="000D5D9A"/>
    <w:rsid w:val="000D6C59"/>
    <w:rsid w:val="000D7785"/>
    <w:rsid w:val="000D7D48"/>
    <w:rsid w:val="000E0837"/>
    <w:rsid w:val="000E0C72"/>
    <w:rsid w:val="000E1651"/>
    <w:rsid w:val="000E4B72"/>
    <w:rsid w:val="000E56FE"/>
    <w:rsid w:val="000E66D2"/>
    <w:rsid w:val="000E686F"/>
    <w:rsid w:val="000F214D"/>
    <w:rsid w:val="000F4AF4"/>
    <w:rsid w:val="000F4BE0"/>
    <w:rsid w:val="000F534C"/>
    <w:rsid w:val="000F65BE"/>
    <w:rsid w:val="00102CA5"/>
    <w:rsid w:val="00103493"/>
    <w:rsid w:val="001036ED"/>
    <w:rsid w:val="0010476D"/>
    <w:rsid w:val="001047DD"/>
    <w:rsid w:val="001055A6"/>
    <w:rsid w:val="001075DD"/>
    <w:rsid w:val="001109FA"/>
    <w:rsid w:val="00111169"/>
    <w:rsid w:val="00112134"/>
    <w:rsid w:val="001126D5"/>
    <w:rsid w:val="00112937"/>
    <w:rsid w:val="001131F8"/>
    <w:rsid w:val="00114D78"/>
    <w:rsid w:val="0011586C"/>
    <w:rsid w:val="00120C77"/>
    <w:rsid w:val="00120FA0"/>
    <w:rsid w:val="00121AA5"/>
    <w:rsid w:val="001226F3"/>
    <w:rsid w:val="00124DA0"/>
    <w:rsid w:val="001256A5"/>
    <w:rsid w:val="0012574D"/>
    <w:rsid w:val="00132FA7"/>
    <w:rsid w:val="00136D30"/>
    <w:rsid w:val="0014251E"/>
    <w:rsid w:val="00143075"/>
    <w:rsid w:val="00143BF4"/>
    <w:rsid w:val="00144025"/>
    <w:rsid w:val="0014557E"/>
    <w:rsid w:val="0014647E"/>
    <w:rsid w:val="001468AE"/>
    <w:rsid w:val="00147CA9"/>
    <w:rsid w:val="001514BB"/>
    <w:rsid w:val="00154616"/>
    <w:rsid w:val="00156306"/>
    <w:rsid w:val="00156947"/>
    <w:rsid w:val="001569CB"/>
    <w:rsid w:val="00160642"/>
    <w:rsid w:val="001619F5"/>
    <w:rsid w:val="00167D5C"/>
    <w:rsid w:val="00174017"/>
    <w:rsid w:val="00177963"/>
    <w:rsid w:val="0018016E"/>
    <w:rsid w:val="00181A6C"/>
    <w:rsid w:val="00181FCA"/>
    <w:rsid w:val="00186447"/>
    <w:rsid w:val="001864D9"/>
    <w:rsid w:val="00186590"/>
    <w:rsid w:val="00186EC7"/>
    <w:rsid w:val="00193119"/>
    <w:rsid w:val="0019355C"/>
    <w:rsid w:val="00193A34"/>
    <w:rsid w:val="00194082"/>
    <w:rsid w:val="00197717"/>
    <w:rsid w:val="001A0958"/>
    <w:rsid w:val="001A20AD"/>
    <w:rsid w:val="001A2988"/>
    <w:rsid w:val="001A2D7E"/>
    <w:rsid w:val="001A3DE2"/>
    <w:rsid w:val="001B1175"/>
    <w:rsid w:val="001B2928"/>
    <w:rsid w:val="001B35ED"/>
    <w:rsid w:val="001B546D"/>
    <w:rsid w:val="001B6BC9"/>
    <w:rsid w:val="001B7752"/>
    <w:rsid w:val="001C056E"/>
    <w:rsid w:val="001C063D"/>
    <w:rsid w:val="001C10FE"/>
    <w:rsid w:val="001C114D"/>
    <w:rsid w:val="001C1EDA"/>
    <w:rsid w:val="001C43A4"/>
    <w:rsid w:val="001D35D3"/>
    <w:rsid w:val="001D610F"/>
    <w:rsid w:val="001D6363"/>
    <w:rsid w:val="001D6F5D"/>
    <w:rsid w:val="001D6FD0"/>
    <w:rsid w:val="001D7CA9"/>
    <w:rsid w:val="001D7FAC"/>
    <w:rsid w:val="001E3D8F"/>
    <w:rsid w:val="001E5250"/>
    <w:rsid w:val="001E74A1"/>
    <w:rsid w:val="001E7803"/>
    <w:rsid w:val="001F10D3"/>
    <w:rsid w:val="001F2E41"/>
    <w:rsid w:val="001F31D4"/>
    <w:rsid w:val="001F3551"/>
    <w:rsid w:val="001F3E9A"/>
    <w:rsid w:val="00201684"/>
    <w:rsid w:val="00202140"/>
    <w:rsid w:val="0020395C"/>
    <w:rsid w:val="00206EF7"/>
    <w:rsid w:val="0021005B"/>
    <w:rsid w:val="00212138"/>
    <w:rsid w:val="002133A2"/>
    <w:rsid w:val="00215AD8"/>
    <w:rsid w:val="002162BA"/>
    <w:rsid w:val="00221361"/>
    <w:rsid w:val="00222953"/>
    <w:rsid w:val="00222A69"/>
    <w:rsid w:val="0022766B"/>
    <w:rsid w:val="00227E45"/>
    <w:rsid w:val="00232551"/>
    <w:rsid w:val="002357D8"/>
    <w:rsid w:val="00237DFA"/>
    <w:rsid w:val="00242512"/>
    <w:rsid w:val="002434E8"/>
    <w:rsid w:val="002450AD"/>
    <w:rsid w:val="00246B22"/>
    <w:rsid w:val="00250A8C"/>
    <w:rsid w:val="0025456D"/>
    <w:rsid w:val="00254CF4"/>
    <w:rsid w:val="0025593A"/>
    <w:rsid w:val="00256139"/>
    <w:rsid w:val="00256AB9"/>
    <w:rsid w:val="00256FFD"/>
    <w:rsid w:val="00257332"/>
    <w:rsid w:val="00261ECB"/>
    <w:rsid w:val="00263E70"/>
    <w:rsid w:val="002659AC"/>
    <w:rsid w:val="00266D57"/>
    <w:rsid w:val="00271960"/>
    <w:rsid w:val="00275DD2"/>
    <w:rsid w:val="00276930"/>
    <w:rsid w:val="00280C01"/>
    <w:rsid w:val="00281374"/>
    <w:rsid w:val="002832B3"/>
    <w:rsid w:val="002834C0"/>
    <w:rsid w:val="00283D40"/>
    <w:rsid w:val="00284A16"/>
    <w:rsid w:val="00286EB6"/>
    <w:rsid w:val="002870BC"/>
    <w:rsid w:val="002874B6"/>
    <w:rsid w:val="002910B7"/>
    <w:rsid w:val="002934C6"/>
    <w:rsid w:val="00295627"/>
    <w:rsid w:val="00296004"/>
    <w:rsid w:val="00297CAF"/>
    <w:rsid w:val="002A125B"/>
    <w:rsid w:val="002A1B1E"/>
    <w:rsid w:val="002A1D1D"/>
    <w:rsid w:val="002A28ED"/>
    <w:rsid w:val="002A3123"/>
    <w:rsid w:val="002A5877"/>
    <w:rsid w:val="002A615A"/>
    <w:rsid w:val="002B1AE2"/>
    <w:rsid w:val="002B43C9"/>
    <w:rsid w:val="002B6795"/>
    <w:rsid w:val="002B7EF7"/>
    <w:rsid w:val="002C31F4"/>
    <w:rsid w:val="002C382D"/>
    <w:rsid w:val="002C5C1B"/>
    <w:rsid w:val="002C5CBB"/>
    <w:rsid w:val="002D0A4D"/>
    <w:rsid w:val="002D16C3"/>
    <w:rsid w:val="002D1EAB"/>
    <w:rsid w:val="002D5917"/>
    <w:rsid w:val="002D6658"/>
    <w:rsid w:val="002E0530"/>
    <w:rsid w:val="002E2F4E"/>
    <w:rsid w:val="002E45F6"/>
    <w:rsid w:val="002E53AD"/>
    <w:rsid w:val="002F1FDD"/>
    <w:rsid w:val="002F6181"/>
    <w:rsid w:val="002F7FF0"/>
    <w:rsid w:val="0030082B"/>
    <w:rsid w:val="003021F1"/>
    <w:rsid w:val="00302B93"/>
    <w:rsid w:val="00303A9B"/>
    <w:rsid w:val="00304B85"/>
    <w:rsid w:val="003058AF"/>
    <w:rsid w:val="00306C62"/>
    <w:rsid w:val="003073A8"/>
    <w:rsid w:val="00307822"/>
    <w:rsid w:val="00312C0A"/>
    <w:rsid w:val="003130B3"/>
    <w:rsid w:val="00313670"/>
    <w:rsid w:val="00315668"/>
    <w:rsid w:val="003159F5"/>
    <w:rsid w:val="00315E5D"/>
    <w:rsid w:val="00316E45"/>
    <w:rsid w:val="00317CF6"/>
    <w:rsid w:val="00321444"/>
    <w:rsid w:val="003226D0"/>
    <w:rsid w:val="003233FE"/>
    <w:rsid w:val="003244D7"/>
    <w:rsid w:val="00324AAB"/>
    <w:rsid w:val="003258D6"/>
    <w:rsid w:val="003300B3"/>
    <w:rsid w:val="003305BC"/>
    <w:rsid w:val="00336302"/>
    <w:rsid w:val="00336B62"/>
    <w:rsid w:val="00340F1A"/>
    <w:rsid w:val="0034239C"/>
    <w:rsid w:val="00342873"/>
    <w:rsid w:val="00342954"/>
    <w:rsid w:val="00344C63"/>
    <w:rsid w:val="003454C5"/>
    <w:rsid w:val="00346324"/>
    <w:rsid w:val="00346C50"/>
    <w:rsid w:val="00351273"/>
    <w:rsid w:val="003519EA"/>
    <w:rsid w:val="00355491"/>
    <w:rsid w:val="00355C52"/>
    <w:rsid w:val="0036126D"/>
    <w:rsid w:val="003630C7"/>
    <w:rsid w:val="0036430B"/>
    <w:rsid w:val="0036539B"/>
    <w:rsid w:val="00365B92"/>
    <w:rsid w:val="00366990"/>
    <w:rsid w:val="00366B4A"/>
    <w:rsid w:val="00370CCE"/>
    <w:rsid w:val="0037131A"/>
    <w:rsid w:val="00372460"/>
    <w:rsid w:val="00372562"/>
    <w:rsid w:val="00372589"/>
    <w:rsid w:val="00372994"/>
    <w:rsid w:val="00374BD4"/>
    <w:rsid w:val="003808AA"/>
    <w:rsid w:val="00380ADC"/>
    <w:rsid w:val="00382C9F"/>
    <w:rsid w:val="00384CB4"/>
    <w:rsid w:val="0038741A"/>
    <w:rsid w:val="003876F8"/>
    <w:rsid w:val="00387DC8"/>
    <w:rsid w:val="00390B08"/>
    <w:rsid w:val="00394AA6"/>
    <w:rsid w:val="00394B0F"/>
    <w:rsid w:val="00395F7D"/>
    <w:rsid w:val="003A0165"/>
    <w:rsid w:val="003A1895"/>
    <w:rsid w:val="003A1C8D"/>
    <w:rsid w:val="003A2763"/>
    <w:rsid w:val="003A318C"/>
    <w:rsid w:val="003A3960"/>
    <w:rsid w:val="003B0425"/>
    <w:rsid w:val="003B0AAF"/>
    <w:rsid w:val="003B3374"/>
    <w:rsid w:val="003B360D"/>
    <w:rsid w:val="003B380F"/>
    <w:rsid w:val="003B5869"/>
    <w:rsid w:val="003B727A"/>
    <w:rsid w:val="003B7ABB"/>
    <w:rsid w:val="003C01DF"/>
    <w:rsid w:val="003C3158"/>
    <w:rsid w:val="003C5973"/>
    <w:rsid w:val="003C6516"/>
    <w:rsid w:val="003C781B"/>
    <w:rsid w:val="003D0D3B"/>
    <w:rsid w:val="003D3002"/>
    <w:rsid w:val="003D494D"/>
    <w:rsid w:val="003D7E47"/>
    <w:rsid w:val="003E1575"/>
    <w:rsid w:val="003E5FDF"/>
    <w:rsid w:val="003E6E53"/>
    <w:rsid w:val="004014A4"/>
    <w:rsid w:val="00405B47"/>
    <w:rsid w:val="0040612D"/>
    <w:rsid w:val="00406236"/>
    <w:rsid w:val="00411C72"/>
    <w:rsid w:val="00415DA9"/>
    <w:rsid w:val="00416091"/>
    <w:rsid w:val="00416B2E"/>
    <w:rsid w:val="004208D3"/>
    <w:rsid w:val="00424076"/>
    <w:rsid w:val="004301C4"/>
    <w:rsid w:val="00430D70"/>
    <w:rsid w:val="00432DD8"/>
    <w:rsid w:val="00434236"/>
    <w:rsid w:val="004343BA"/>
    <w:rsid w:val="00445F0E"/>
    <w:rsid w:val="00445F42"/>
    <w:rsid w:val="004505ED"/>
    <w:rsid w:val="00451F8A"/>
    <w:rsid w:val="004523A9"/>
    <w:rsid w:val="00452473"/>
    <w:rsid w:val="004529D6"/>
    <w:rsid w:val="004537DE"/>
    <w:rsid w:val="00454FF2"/>
    <w:rsid w:val="004567F0"/>
    <w:rsid w:val="00456CBD"/>
    <w:rsid w:val="00457A55"/>
    <w:rsid w:val="00464F1A"/>
    <w:rsid w:val="00465412"/>
    <w:rsid w:val="00465CAC"/>
    <w:rsid w:val="00465D88"/>
    <w:rsid w:val="00465DA7"/>
    <w:rsid w:val="0046629B"/>
    <w:rsid w:val="00466FB8"/>
    <w:rsid w:val="004679A6"/>
    <w:rsid w:val="004711A1"/>
    <w:rsid w:val="0047140C"/>
    <w:rsid w:val="00471B1F"/>
    <w:rsid w:val="004736B5"/>
    <w:rsid w:val="0047496F"/>
    <w:rsid w:val="00475BD3"/>
    <w:rsid w:val="00477972"/>
    <w:rsid w:val="00481918"/>
    <w:rsid w:val="00481E22"/>
    <w:rsid w:val="004825C7"/>
    <w:rsid w:val="00483299"/>
    <w:rsid w:val="004837C6"/>
    <w:rsid w:val="00484C90"/>
    <w:rsid w:val="004908E5"/>
    <w:rsid w:val="00490A15"/>
    <w:rsid w:val="004911F1"/>
    <w:rsid w:val="0049158C"/>
    <w:rsid w:val="004915CD"/>
    <w:rsid w:val="00494577"/>
    <w:rsid w:val="00494962"/>
    <w:rsid w:val="004978BC"/>
    <w:rsid w:val="004A4CE5"/>
    <w:rsid w:val="004A5D4B"/>
    <w:rsid w:val="004B16AE"/>
    <w:rsid w:val="004B18D1"/>
    <w:rsid w:val="004B1FA8"/>
    <w:rsid w:val="004B211F"/>
    <w:rsid w:val="004B52E7"/>
    <w:rsid w:val="004C181A"/>
    <w:rsid w:val="004C1AB8"/>
    <w:rsid w:val="004C35D0"/>
    <w:rsid w:val="004C5101"/>
    <w:rsid w:val="004D1D52"/>
    <w:rsid w:val="004D2D7C"/>
    <w:rsid w:val="004D3A61"/>
    <w:rsid w:val="004D6E62"/>
    <w:rsid w:val="004D6E86"/>
    <w:rsid w:val="004D7AB9"/>
    <w:rsid w:val="004E2670"/>
    <w:rsid w:val="004E3F87"/>
    <w:rsid w:val="004E4260"/>
    <w:rsid w:val="004E4F60"/>
    <w:rsid w:val="004E58DD"/>
    <w:rsid w:val="004E7A96"/>
    <w:rsid w:val="004F16E9"/>
    <w:rsid w:val="004F2F2C"/>
    <w:rsid w:val="004F510A"/>
    <w:rsid w:val="004F5919"/>
    <w:rsid w:val="004F5C90"/>
    <w:rsid w:val="004F7E53"/>
    <w:rsid w:val="00500ACA"/>
    <w:rsid w:val="00502DFD"/>
    <w:rsid w:val="00512B4C"/>
    <w:rsid w:val="00515A08"/>
    <w:rsid w:val="005166C4"/>
    <w:rsid w:val="00520205"/>
    <w:rsid w:val="00521188"/>
    <w:rsid w:val="0052172C"/>
    <w:rsid w:val="00521FB1"/>
    <w:rsid w:val="00523C5B"/>
    <w:rsid w:val="005251F7"/>
    <w:rsid w:val="00526D71"/>
    <w:rsid w:val="00531B98"/>
    <w:rsid w:val="00533693"/>
    <w:rsid w:val="005342CC"/>
    <w:rsid w:val="005349BF"/>
    <w:rsid w:val="005350EA"/>
    <w:rsid w:val="005405C4"/>
    <w:rsid w:val="005407CE"/>
    <w:rsid w:val="00543ED5"/>
    <w:rsid w:val="005441EE"/>
    <w:rsid w:val="005450E8"/>
    <w:rsid w:val="00547918"/>
    <w:rsid w:val="0055023A"/>
    <w:rsid w:val="0055179E"/>
    <w:rsid w:val="00553A9E"/>
    <w:rsid w:val="00553EA4"/>
    <w:rsid w:val="00555574"/>
    <w:rsid w:val="0055696B"/>
    <w:rsid w:val="0056240E"/>
    <w:rsid w:val="00565C9E"/>
    <w:rsid w:val="00567B55"/>
    <w:rsid w:val="00570DAA"/>
    <w:rsid w:val="0057124D"/>
    <w:rsid w:val="00572B1E"/>
    <w:rsid w:val="00572E7B"/>
    <w:rsid w:val="00573AC2"/>
    <w:rsid w:val="005772DF"/>
    <w:rsid w:val="00577B95"/>
    <w:rsid w:val="00577EBE"/>
    <w:rsid w:val="0058315A"/>
    <w:rsid w:val="00583A34"/>
    <w:rsid w:val="005849D6"/>
    <w:rsid w:val="00584EF1"/>
    <w:rsid w:val="0058523C"/>
    <w:rsid w:val="005862F6"/>
    <w:rsid w:val="00592DCD"/>
    <w:rsid w:val="00593264"/>
    <w:rsid w:val="005938BC"/>
    <w:rsid w:val="00593931"/>
    <w:rsid w:val="0059401B"/>
    <w:rsid w:val="005944E2"/>
    <w:rsid w:val="00596EEE"/>
    <w:rsid w:val="005A1284"/>
    <w:rsid w:val="005A340E"/>
    <w:rsid w:val="005A3FE0"/>
    <w:rsid w:val="005A4CBD"/>
    <w:rsid w:val="005A57A9"/>
    <w:rsid w:val="005A6B39"/>
    <w:rsid w:val="005B0462"/>
    <w:rsid w:val="005B184D"/>
    <w:rsid w:val="005B2B1E"/>
    <w:rsid w:val="005B4221"/>
    <w:rsid w:val="005B5124"/>
    <w:rsid w:val="005B55C8"/>
    <w:rsid w:val="005B7B01"/>
    <w:rsid w:val="005C16BB"/>
    <w:rsid w:val="005C1C2E"/>
    <w:rsid w:val="005C3ED1"/>
    <w:rsid w:val="005C6C63"/>
    <w:rsid w:val="005C6F4A"/>
    <w:rsid w:val="005C76BA"/>
    <w:rsid w:val="005D0054"/>
    <w:rsid w:val="005D0D56"/>
    <w:rsid w:val="005D28EC"/>
    <w:rsid w:val="005D3EF6"/>
    <w:rsid w:val="005D5F5F"/>
    <w:rsid w:val="005D7E1F"/>
    <w:rsid w:val="005E0F54"/>
    <w:rsid w:val="005E14E9"/>
    <w:rsid w:val="005E1BC3"/>
    <w:rsid w:val="005E1EF7"/>
    <w:rsid w:val="005E2954"/>
    <w:rsid w:val="005E5201"/>
    <w:rsid w:val="005E5A33"/>
    <w:rsid w:val="005E7531"/>
    <w:rsid w:val="005F11BE"/>
    <w:rsid w:val="005F11C8"/>
    <w:rsid w:val="005F3D80"/>
    <w:rsid w:val="005F550B"/>
    <w:rsid w:val="005F5F6B"/>
    <w:rsid w:val="005F662E"/>
    <w:rsid w:val="00600D04"/>
    <w:rsid w:val="00600D35"/>
    <w:rsid w:val="006029AF"/>
    <w:rsid w:val="0060316F"/>
    <w:rsid w:val="0060470F"/>
    <w:rsid w:val="00607877"/>
    <w:rsid w:val="00610161"/>
    <w:rsid w:val="006109B9"/>
    <w:rsid w:val="00611BD2"/>
    <w:rsid w:val="00612839"/>
    <w:rsid w:val="00614EF6"/>
    <w:rsid w:val="006206CB"/>
    <w:rsid w:val="0062111B"/>
    <w:rsid w:val="00623DF1"/>
    <w:rsid w:val="0062582F"/>
    <w:rsid w:val="00625C21"/>
    <w:rsid w:val="006277BE"/>
    <w:rsid w:val="006327DA"/>
    <w:rsid w:val="00634222"/>
    <w:rsid w:val="0063589E"/>
    <w:rsid w:val="00642425"/>
    <w:rsid w:val="00642BC2"/>
    <w:rsid w:val="00645A95"/>
    <w:rsid w:val="00646F7B"/>
    <w:rsid w:val="00647929"/>
    <w:rsid w:val="006525CE"/>
    <w:rsid w:val="00655722"/>
    <w:rsid w:val="00655D54"/>
    <w:rsid w:val="006566A5"/>
    <w:rsid w:val="00660819"/>
    <w:rsid w:val="006631FE"/>
    <w:rsid w:val="00663919"/>
    <w:rsid w:val="00663ACD"/>
    <w:rsid w:val="00666131"/>
    <w:rsid w:val="006702BA"/>
    <w:rsid w:val="00670A87"/>
    <w:rsid w:val="006717B8"/>
    <w:rsid w:val="00673457"/>
    <w:rsid w:val="006745BC"/>
    <w:rsid w:val="00676365"/>
    <w:rsid w:val="006777AF"/>
    <w:rsid w:val="00680037"/>
    <w:rsid w:val="00681E19"/>
    <w:rsid w:val="00683300"/>
    <w:rsid w:val="006849A8"/>
    <w:rsid w:val="00684C64"/>
    <w:rsid w:val="00685C08"/>
    <w:rsid w:val="0068670B"/>
    <w:rsid w:val="00696F0A"/>
    <w:rsid w:val="006A338E"/>
    <w:rsid w:val="006A35C0"/>
    <w:rsid w:val="006A534D"/>
    <w:rsid w:val="006A6825"/>
    <w:rsid w:val="006A7C08"/>
    <w:rsid w:val="006B015D"/>
    <w:rsid w:val="006B06E7"/>
    <w:rsid w:val="006B2776"/>
    <w:rsid w:val="006B5CF2"/>
    <w:rsid w:val="006B65AE"/>
    <w:rsid w:val="006C39DC"/>
    <w:rsid w:val="006D06D7"/>
    <w:rsid w:val="006D170F"/>
    <w:rsid w:val="006D1795"/>
    <w:rsid w:val="006D3BAE"/>
    <w:rsid w:val="006D5604"/>
    <w:rsid w:val="006D6DEE"/>
    <w:rsid w:val="006E0084"/>
    <w:rsid w:val="006E48B7"/>
    <w:rsid w:val="006E4FEF"/>
    <w:rsid w:val="006E5E14"/>
    <w:rsid w:val="006F30BF"/>
    <w:rsid w:val="007002A7"/>
    <w:rsid w:val="0070032E"/>
    <w:rsid w:val="00701403"/>
    <w:rsid w:val="007026F7"/>
    <w:rsid w:val="007044B6"/>
    <w:rsid w:val="00706AAC"/>
    <w:rsid w:val="00706B95"/>
    <w:rsid w:val="00707161"/>
    <w:rsid w:val="00712618"/>
    <w:rsid w:val="00712846"/>
    <w:rsid w:val="00715221"/>
    <w:rsid w:val="0071743A"/>
    <w:rsid w:val="00720194"/>
    <w:rsid w:val="00722104"/>
    <w:rsid w:val="00723C09"/>
    <w:rsid w:val="00724184"/>
    <w:rsid w:val="00733084"/>
    <w:rsid w:val="007340C7"/>
    <w:rsid w:val="007360D6"/>
    <w:rsid w:val="00736A3B"/>
    <w:rsid w:val="00745054"/>
    <w:rsid w:val="00745305"/>
    <w:rsid w:val="007473E2"/>
    <w:rsid w:val="0075143B"/>
    <w:rsid w:val="00751CC2"/>
    <w:rsid w:val="00752ECF"/>
    <w:rsid w:val="00757C1C"/>
    <w:rsid w:val="007644B2"/>
    <w:rsid w:val="007668EB"/>
    <w:rsid w:val="00770918"/>
    <w:rsid w:val="00772A6B"/>
    <w:rsid w:val="00772C52"/>
    <w:rsid w:val="007748C6"/>
    <w:rsid w:val="00780ACA"/>
    <w:rsid w:val="007817E0"/>
    <w:rsid w:val="007825D2"/>
    <w:rsid w:val="00783946"/>
    <w:rsid w:val="00786923"/>
    <w:rsid w:val="00792078"/>
    <w:rsid w:val="00792322"/>
    <w:rsid w:val="007927AF"/>
    <w:rsid w:val="00793981"/>
    <w:rsid w:val="0079627B"/>
    <w:rsid w:val="007962FC"/>
    <w:rsid w:val="00797138"/>
    <w:rsid w:val="007A2B6E"/>
    <w:rsid w:val="007A395A"/>
    <w:rsid w:val="007A3BBB"/>
    <w:rsid w:val="007A3E8D"/>
    <w:rsid w:val="007A518D"/>
    <w:rsid w:val="007A5C73"/>
    <w:rsid w:val="007A7B57"/>
    <w:rsid w:val="007B112A"/>
    <w:rsid w:val="007B15BD"/>
    <w:rsid w:val="007B18EF"/>
    <w:rsid w:val="007B2B8C"/>
    <w:rsid w:val="007B74C6"/>
    <w:rsid w:val="007C02BC"/>
    <w:rsid w:val="007C0A9C"/>
    <w:rsid w:val="007C14EB"/>
    <w:rsid w:val="007C447F"/>
    <w:rsid w:val="007C4C34"/>
    <w:rsid w:val="007C533D"/>
    <w:rsid w:val="007C68B9"/>
    <w:rsid w:val="007C69AC"/>
    <w:rsid w:val="007C7624"/>
    <w:rsid w:val="007D0839"/>
    <w:rsid w:val="007D1033"/>
    <w:rsid w:val="007D11AE"/>
    <w:rsid w:val="007D2B73"/>
    <w:rsid w:val="007D3F1F"/>
    <w:rsid w:val="007D4D7C"/>
    <w:rsid w:val="007D5A8C"/>
    <w:rsid w:val="007D66BE"/>
    <w:rsid w:val="007D73F4"/>
    <w:rsid w:val="007E1657"/>
    <w:rsid w:val="007E1DA8"/>
    <w:rsid w:val="007E2ED9"/>
    <w:rsid w:val="007E3E6D"/>
    <w:rsid w:val="007E4B46"/>
    <w:rsid w:val="007E4C21"/>
    <w:rsid w:val="007E6787"/>
    <w:rsid w:val="007E6903"/>
    <w:rsid w:val="007F0214"/>
    <w:rsid w:val="007F2CDE"/>
    <w:rsid w:val="00803FFA"/>
    <w:rsid w:val="00804EC1"/>
    <w:rsid w:val="0080563F"/>
    <w:rsid w:val="00805B03"/>
    <w:rsid w:val="00807862"/>
    <w:rsid w:val="008113C1"/>
    <w:rsid w:val="00811C7D"/>
    <w:rsid w:val="00812ECF"/>
    <w:rsid w:val="00813D7B"/>
    <w:rsid w:val="008164C9"/>
    <w:rsid w:val="008207C4"/>
    <w:rsid w:val="00820A5E"/>
    <w:rsid w:val="00820AF2"/>
    <w:rsid w:val="00820B88"/>
    <w:rsid w:val="00827493"/>
    <w:rsid w:val="0083020A"/>
    <w:rsid w:val="00831D91"/>
    <w:rsid w:val="00832139"/>
    <w:rsid w:val="00832700"/>
    <w:rsid w:val="00832B5C"/>
    <w:rsid w:val="00834210"/>
    <w:rsid w:val="00834B6F"/>
    <w:rsid w:val="008362EE"/>
    <w:rsid w:val="00842456"/>
    <w:rsid w:val="0084415B"/>
    <w:rsid w:val="008444C7"/>
    <w:rsid w:val="00844E05"/>
    <w:rsid w:val="00845887"/>
    <w:rsid w:val="00846C2C"/>
    <w:rsid w:val="00847555"/>
    <w:rsid w:val="00852FB0"/>
    <w:rsid w:val="008538A8"/>
    <w:rsid w:val="008607EA"/>
    <w:rsid w:val="00860845"/>
    <w:rsid w:val="0086356F"/>
    <w:rsid w:val="00864CC1"/>
    <w:rsid w:val="008652FE"/>
    <w:rsid w:val="00866269"/>
    <w:rsid w:val="00866392"/>
    <w:rsid w:val="00866757"/>
    <w:rsid w:val="00873455"/>
    <w:rsid w:val="0087395D"/>
    <w:rsid w:val="00876D1E"/>
    <w:rsid w:val="00877634"/>
    <w:rsid w:val="008804E1"/>
    <w:rsid w:val="00880BF5"/>
    <w:rsid w:val="0088499B"/>
    <w:rsid w:val="00886A0B"/>
    <w:rsid w:val="00890151"/>
    <w:rsid w:val="008908F0"/>
    <w:rsid w:val="00890D5B"/>
    <w:rsid w:val="00890DF8"/>
    <w:rsid w:val="00891FE5"/>
    <w:rsid w:val="00893345"/>
    <w:rsid w:val="008A03C7"/>
    <w:rsid w:val="008A19F1"/>
    <w:rsid w:val="008A412F"/>
    <w:rsid w:val="008A55B3"/>
    <w:rsid w:val="008B36AC"/>
    <w:rsid w:val="008B3F55"/>
    <w:rsid w:val="008B491D"/>
    <w:rsid w:val="008B4AE1"/>
    <w:rsid w:val="008B4D50"/>
    <w:rsid w:val="008B4F74"/>
    <w:rsid w:val="008B695E"/>
    <w:rsid w:val="008B6ABA"/>
    <w:rsid w:val="008C07A1"/>
    <w:rsid w:val="008C11B0"/>
    <w:rsid w:val="008C1FFA"/>
    <w:rsid w:val="008C62FE"/>
    <w:rsid w:val="008C7895"/>
    <w:rsid w:val="008D26CC"/>
    <w:rsid w:val="008D43FB"/>
    <w:rsid w:val="008D6F02"/>
    <w:rsid w:val="008D7AFE"/>
    <w:rsid w:val="008E0714"/>
    <w:rsid w:val="008E19AE"/>
    <w:rsid w:val="008E3C0A"/>
    <w:rsid w:val="008E5458"/>
    <w:rsid w:val="008E6BD3"/>
    <w:rsid w:val="008E6ED7"/>
    <w:rsid w:val="008E70FC"/>
    <w:rsid w:val="008F02A2"/>
    <w:rsid w:val="008F07C1"/>
    <w:rsid w:val="008F0C2A"/>
    <w:rsid w:val="008F3ACB"/>
    <w:rsid w:val="008F4EE2"/>
    <w:rsid w:val="00900666"/>
    <w:rsid w:val="00901795"/>
    <w:rsid w:val="009018A6"/>
    <w:rsid w:val="0090258C"/>
    <w:rsid w:val="0090260C"/>
    <w:rsid w:val="00904E0A"/>
    <w:rsid w:val="00904F98"/>
    <w:rsid w:val="0090523B"/>
    <w:rsid w:val="0090532C"/>
    <w:rsid w:val="00905550"/>
    <w:rsid w:val="00906974"/>
    <w:rsid w:val="00910258"/>
    <w:rsid w:val="009115F7"/>
    <w:rsid w:val="00914713"/>
    <w:rsid w:val="009169E8"/>
    <w:rsid w:val="00916D67"/>
    <w:rsid w:val="009205E2"/>
    <w:rsid w:val="009209A4"/>
    <w:rsid w:val="009215A9"/>
    <w:rsid w:val="00921F2D"/>
    <w:rsid w:val="00922842"/>
    <w:rsid w:val="00923718"/>
    <w:rsid w:val="0092447B"/>
    <w:rsid w:val="009247F1"/>
    <w:rsid w:val="00930D32"/>
    <w:rsid w:val="009314EF"/>
    <w:rsid w:val="0093178D"/>
    <w:rsid w:val="009323B0"/>
    <w:rsid w:val="009336E0"/>
    <w:rsid w:val="00936760"/>
    <w:rsid w:val="00944438"/>
    <w:rsid w:val="009458CB"/>
    <w:rsid w:val="0094719A"/>
    <w:rsid w:val="00952013"/>
    <w:rsid w:val="00952DCA"/>
    <w:rsid w:val="00954C5C"/>
    <w:rsid w:val="00956A3A"/>
    <w:rsid w:val="00957E55"/>
    <w:rsid w:val="00962C3D"/>
    <w:rsid w:val="00963654"/>
    <w:rsid w:val="00965A37"/>
    <w:rsid w:val="009674AE"/>
    <w:rsid w:val="00972722"/>
    <w:rsid w:val="009744FB"/>
    <w:rsid w:val="00975B72"/>
    <w:rsid w:val="00977C5B"/>
    <w:rsid w:val="00983D72"/>
    <w:rsid w:val="00984EC2"/>
    <w:rsid w:val="00986D57"/>
    <w:rsid w:val="009912B4"/>
    <w:rsid w:val="00991DB1"/>
    <w:rsid w:val="00994661"/>
    <w:rsid w:val="00994BAE"/>
    <w:rsid w:val="00997087"/>
    <w:rsid w:val="009A45EB"/>
    <w:rsid w:val="009A48C1"/>
    <w:rsid w:val="009A7C1F"/>
    <w:rsid w:val="009B05E9"/>
    <w:rsid w:val="009B0676"/>
    <w:rsid w:val="009B09A7"/>
    <w:rsid w:val="009B0A3D"/>
    <w:rsid w:val="009B0FD9"/>
    <w:rsid w:val="009B7DF7"/>
    <w:rsid w:val="009C032A"/>
    <w:rsid w:val="009C202F"/>
    <w:rsid w:val="009D014B"/>
    <w:rsid w:val="009D257C"/>
    <w:rsid w:val="009D2A79"/>
    <w:rsid w:val="009D7369"/>
    <w:rsid w:val="009D7BB6"/>
    <w:rsid w:val="009E5A8A"/>
    <w:rsid w:val="009E64E8"/>
    <w:rsid w:val="009F0E0B"/>
    <w:rsid w:val="009F54F4"/>
    <w:rsid w:val="009F7913"/>
    <w:rsid w:val="009F7C57"/>
    <w:rsid w:val="009F7FE0"/>
    <w:rsid w:val="00A01517"/>
    <w:rsid w:val="00A02C98"/>
    <w:rsid w:val="00A04F48"/>
    <w:rsid w:val="00A053B5"/>
    <w:rsid w:val="00A05F4B"/>
    <w:rsid w:val="00A07380"/>
    <w:rsid w:val="00A11869"/>
    <w:rsid w:val="00A15AC5"/>
    <w:rsid w:val="00A1779E"/>
    <w:rsid w:val="00A17895"/>
    <w:rsid w:val="00A2020D"/>
    <w:rsid w:val="00A210BE"/>
    <w:rsid w:val="00A2331B"/>
    <w:rsid w:val="00A241F8"/>
    <w:rsid w:val="00A25981"/>
    <w:rsid w:val="00A2670D"/>
    <w:rsid w:val="00A308B0"/>
    <w:rsid w:val="00A352A6"/>
    <w:rsid w:val="00A35F74"/>
    <w:rsid w:val="00A36F0D"/>
    <w:rsid w:val="00A42C53"/>
    <w:rsid w:val="00A4578D"/>
    <w:rsid w:val="00A47A8C"/>
    <w:rsid w:val="00A522BB"/>
    <w:rsid w:val="00A54948"/>
    <w:rsid w:val="00A55FE5"/>
    <w:rsid w:val="00A57518"/>
    <w:rsid w:val="00A603CE"/>
    <w:rsid w:val="00A60E8B"/>
    <w:rsid w:val="00A6103F"/>
    <w:rsid w:val="00A62650"/>
    <w:rsid w:val="00A6389D"/>
    <w:rsid w:val="00A706FF"/>
    <w:rsid w:val="00A707A5"/>
    <w:rsid w:val="00A736E4"/>
    <w:rsid w:val="00A73D9B"/>
    <w:rsid w:val="00A744D9"/>
    <w:rsid w:val="00A76604"/>
    <w:rsid w:val="00A76C26"/>
    <w:rsid w:val="00A8558D"/>
    <w:rsid w:val="00A9131F"/>
    <w:rsid w:val="00A92A69"/>
    <w:rsid w:val="00A93135"/>
    <w:rsid w:val="00A93EB0"/>
    <w:rsid w:val="00A951B2"/>
    <w:rsid w:val="00A95724"/>
    <w:rsid w:val="00A95819"/>
    <w:rsid w:val="00AA24D6"/>
    <w:rsid w:val="00AA2C16"/>
    <w:rsid w:val="00AB0B66"/>
    <w:rsid w:val="00AB24E4"/>
    <w:rsid w:val="00AB2CBB"/>
    <w:rsid w:val="00AB3383"/>
    <w:rsid w:val="00AB4697"/>
    <w:rsid w:val="00AB4C6F"/>
    <w:rsid w:val="00AB5B06"/>
    <w:rsid w:val="00AC0281"/>
    <w:rsid w:val="00AC2674"/>
    <w:rsid w:val="00AC2915"/>
    <w:rsid w:val="00AC5422"/>
    <w:rsid w:val="00AC6243"/>
    <w:rsid w:val="00AC6738"/>
    <w:rsid w:val="00AD0DEB"/>
    <w:rsid w:val="00AD118F"/>
    <w:rsid w:val="00AD14CF"/>
    <w:rsid w:val="00AD27FA"/>
    <w:rsid w:val="00AD3E14"/>
    <w:rsid w:val="00AD42BB"/>
    <w:rsid w:val="00AD4516"/>
    <w:rsid w:val="00AD50AC"/>
    <w:rsid w:val="00AD519A"/>
    <w:rsid w:val="00AE48B0"/>
    <w:rsid w:val="00AE5436"/>
    <w:rsid w:val="00AE68EC"/>
    <w:rsid w:val="00AE7F49"/>
    <w:rsid w:val="00AF0CA4"/>
    <w:rsid w:val="00AF3507"/>
    <w:rsid w:val="00AF63E5"/>
    <w:rsid w:val="00B00A40"/>
    <w:rsid w:val="00B04730"/>
    <w:rsid w:val="00B0495D"/>
    <w:rsid w:val="00B05D52"/>
    <w:rsid w:val="00B061CE"/>
    <w:rsid w:val="00B06422"/>
    <w:rsid w:val="00B10892"/>
    <w:rsid w:val="00B127F2"/>
    <w:rsid w:val="00B14738"/>
    <w:rsid w:val="00B15AA9"/>
    <w:rsid w:val="00B172DF"/>
    <w:rsid w:val="00B2098E"/>
    <w:rsid w:val="00B2132F"/>
    <w:rsid w:val="00B21B46"/>
    <w:rsid w:val="00B22176"/>
    <w:rsid w:val="00B226E2"/>
    <w:rsid w:val="00B241E0"/>
    <w:rsid w:val="00B24B7A"/>
    <w:rsid w:val="00B30507"/>
    <w:rsid w:val="00B31ED4"/>
    <w:rsid w:val="00B32BCD"/>
    <w:rsid w:val="00B33B9E"/>
    <w:rsid w:val="00B33D43"/>
    <w:rsid w:val="00B34A5E"/>
    <w:rsid w:val="00B34B61"/>
    <w:rsid w:val="00B34C07"/>
    <w:rsid w:val="00B359C4"/>
    <w:rsid w:val="00B35B04"/>
    <w:rsid w:val="00B35EC2"/>
    <w:rsid w:val="00B364BD"/>
    <w:rsid w:val="00B40389"/>
    <w:rsid w:val="00B43E3F"/>
    <w:rsid w:val="00B46D24"/>
    <w:rsid w:val="00B53C0C"/>
    <w:rsid w:val="00B54A19"/>
    <w:rsid w:val="00B57188"/>
    <w:rsid w:val="00B64D5C"/>
    <w:rsid w:val="00B651D2"/>
    <w:rsid w:val="00B745B7"/>
    <w:rsid w:val="00B7474F"/>
    <w:rsid w:val="00B826EB"/>
    <w:rsid w:val="00B83B66"/>
    <w:rsid w:val="00B83D59"/>
    <w:rsid w:val="00B850B9"/>
    <w:rsid w:val="00B87915"/>
    <w:rsid w:val="00B87EB8"/>
    <w:rsid w:val="00B9013F"/>
    <w:rsid w:val="00B90344"/>
    <w:rsid w:val="00B92133"/>
    <w:rsid w:val="00B9353D"/>
    <w:rsid w:val="00B9456C"/>
    <w:rsid w:val="00B94954"/>
    <w:rsid w:val="00B96B40"/>
    <w:rsid w:val="00B9745F"/>
    <w:rsid w:val="00BA2DF1"/>
    <w:rsid w:val="00BA6750"/>
    <w:rsid w:val="00BA6ED4"/>
    <w:rsid w:val="00BB40A6"/>
    <w:rsid w:val="00BB5118"/>
    <w:rsid w:val="00BB6975"/>
    <w:rsid w:val="00BB7109"/>
    <w:rsid w:val="00BB7160"/>
    <w:rsid w:val="00BC2363"/>
    <w:rsid w:val="00BC4C1A"/>
    <w:rsid w:val="00BD15B4"/>
    <w:rsid w:val="00BD1883"/>
    <w:rsid w:val="00BD1A02"/>
    <w:rsid w:val="00BD3AF4"/>
    <w:rsid w:val="00BD3CAF"/>
    <w:rsid w:val="00BD40A0"/>
    <w:rsid w:val="00BD4FF1"/>
    <w:rsid w:val="00BD5BCA"/>
    <w:rsid w:val="00BE0131"/>
    <w:rsid w:val="00BE0966"/>
    <w:rsid w:val="00BE3C3C"/>
    <w:rsid w:val="00BE3C68"/>
    <w:rsid w:val="00BE55AF"/>
    <w:rsid w:val="00BF024E"/>
    <w:rsid w:val="00BF054F"/>
    <w:rsid w:val="00BF0C02"/>
    <w:rsid w:val="00BF2128"/>
    <w:rsid w:val="00BF3296"/>
    <w:rsid w:val="00BF3997"/>
    <w:rsid w:val="00BF3ADB"/>
    <w:rsid w:val="00BF6873"/>
    <w:rsid w:val="00BF6CC9"/>
    <w:rsid w:val="00C00468"/>
    <w:rsid w:val="00C00971"/>
    <w:rsid w:val="00C0142A"/>
    <w:rsid w:val="00C02D61"/>
    <w:rsid w:val="00C037EC"/>
    <w:rsid w:val="00C03E33"/>
    <w:rsid w:val="00C1015A"/>
    <w:rsid w:val="00C116E8"/>
    <w:rsid w:val="00C12381"/>
    <w:rsid w:val="00C12BCE"/>
    <w:rsid w:val="00C12F71"/>
    <w:rsid w:val="00C1441D"/>
    <w:rsid w:val="00C17729"/>
    <w:rsid w:val="00C20A83"/>
    <w:rsid w:val="00C21553"/>
    <w:rsid w:val="00C230D6"/>
    <w:rsid w:val="00C23E0E"/>
    <w:rsid w:val="00C2637B"/>
    <w:rsid w:val="00C33452"/>
    <w:rsid w:val="00C3374A"/>
    <w:rsid w:val="00C3530E"/>
    <w:rsid w:val="00C35618"/>
    <w:rsid w:val="00C358BD"/>
    <w:rsid w:val="00C37CC9"/>
    <w:rsid w:val="00C41AF2"/>
    <w:rsid w:val="00C42568"/>
    <w:rsid w:val="00C43C77"/>
    <w:rsid w:val="00C45F6E"/>
    <w:rsid w:val="00C4622A"/>
    <w:rsid w:val="00C47D01"/>
    <w:rsid w:val="00C50917"/>
    <w:rsid w:val="00C540EF"/>
    <w:rsid w:val="00C54E14"/>
    <w:rsid w:val="00C575F3"/>
    <w:rsid w:val="00C57F89"/>
    <w:rsid w:val="00C614A7"/>
    <w:rsid w:val="00C623DA"/>
    <w:rsid w:val="00C63732"/>
    <w:rsid w:val="00C63E74"/>
    <w:rsid w:val="00C64FCC"/>
    <w:rsid w:val="00C65F8E"/>
    <w:rsid w:val="00C667B2"/>
    <w:rsid w:val="00C66812"/>
    <w:rsid w:val="00C66C85"/>
    <w:rsid w:val="00C6723E"/>
    <w:rsid w:val="00C7304B"/>
    <w:rsid w:val="00C730A6"/>
    <w:rsid w:val="00C7449F"/>
    <w:rsid w:val="00C74582"/>
    <w:rsid w:val="00C745A5"/>
    <w:rsid w:val="00C7581B"/>
    <w:rsid w:val="00C760B7"/>
    <w:rsid w:val="00C802C2"/>
    <w:rsid w:val="00C82218"/>
    <w:rsid w:val="00C82E6B"/>
    <w:rsid w:val="00C83E35"/>
    <w:rsid w:val="00C86013"/>
    <w:rsid w:val="00C87015"/>
    <w:rsid w:val="00C87DA7"/>
    <w:rsid w:val="00C90B4D"/>
    <w:rsid w:val="00C92719"/>
    <w:rsid w:val="00C930EA"/>
    <w:rsid w:val="00C95570"/>
    <w:rsid w:val="00C96461"/>
    <w:rsid w:val="00C96556"/>
    <w:rsid w:val="00C9797C"/>
    <w:rsid w:val="00CA109C"/>
    <w:rsid w:val="00CA3B70"/>
    <w:rsid w:val="00CA6F31"/>
    <w:rsid w:val="00CA7FD6"/>
    <w:rsid w:val="00CB29AC"/>
    <w:rsid w:val="00CB5771"/>
    <w:rsid w:val="00CC03DD"/>
    <w:rsid w:val="00CC27AF"/>
    <w:rsid w:val="00CC29F8"/>
    <w:rsid w:val="00CC3684"/>
    <w:rsid w:val="00CC45E8"/>
    <w:rsid w:val="00CC4C8A"/>
    <w:rsid w:val="00CC4D4F"/>
    <w:rsid w:val="00CC5337"/>
    <w:rsid w:val="00CC6B0F"/>
    <w:rsid w:val="00CD0AA8"/>
    <w:rsid w:val="00CD316F"/>
    <w:rsid w:val="00CD3333"/>
    <w:rsid w:val="00CE22FC"/>
    <w:rsid w:val="00CE3ED3"/>
    <w:rsid w:val="00CE45B4"/>
    <w:rsid w:val="00CE4E39"/>
    <w:rsid w:val="00CE4E6D"/>
    <w:rsid w:val="00CF0996"/>
    <w:rsid w:val="00CF13D9"/>
    <w:rsid w:val="00CF1F7D"/>
    <w:rsid w:val="00CF25A5"/>
    <w:rsid w:val="00CF482B"/>
    <w:rsid w:val="00CF4B78"/>
    <w:rsid w:val="00CF5987"/>
    <w:rsid w:val="00CF6AF5"/>
    <w:rsid w:val="00CF6C26"/>
    <w:rsid w:val="00D01C11"/>
    <w:rsid w:val="00D01F30"/>
    <w:rsid w:val="00D02468"/>
    <w:rsid w:val="00D03320"/>
    <w:rsid w:val="00D0515B"/>
    <w:rsid w:val="00D05347"/>
    <w:rsid w:val="00D10A5E"/>
    <w:rsid w:val="00D11EAF"/>
    <w:rsid w:val="00D12007"/>
    <w:rsid w:val="00D17389"/>
    <w:rsid w:val="00D17869"/>
    <w:rsid w:val="00D17B03"/>
    <w:rsid w:val="00D2012D"/>
    <w:rsid w:val="00D22083"/>
    <w:rsid w:val="00D24D64"/>
    <w:rsid w:val="00D2725D"/>
    <w:rsid w:val="00D31413"/>
    <w:rsid w:val="00D31E7D"/>
    <w:rsid w:val="00D33A6C"/>
    <w:rsid w:val="00D33B03"/>
    <w:rsid w:val="00D3706A"/>
    <w:rsid w:val="00D374AE"/>
    <w:rsid w:val="00D408EC"/>
    <w:rsid w:val="00D41B7F"/>
    <w:rsid w:val="00D42D85"/>
    <w:rsid w:val="00D43193"/>
    <w:rsid w:val="00D43754"/>
    <w:rsid w:val="00D43CD4"/>
    <w:rsid w:val="00D455A1"/>
    <w:rsid w:val="00D4665F"/>
    <w:rsid w:val="00D51E20"/>
    <w:rsid w:val="00D54E37"/>
    <w:rsid w:val="00D601B1"/>
    <w:rsid w:val="00D640A4"/>
    <w:rsid w:val="00D64785"/>
    <w:rsid w:val="00D64CA9"/>
    <w:rsid w:val="00D65123"/>
    <w:rsid w:val="00D656A0"/>
    <w:rsid w:val="00D67370"/>
    <w:rsid w:val="00D7120C"/>
    <w:rsid w:val="00D71D9E"/>
    <w:rsid w:val="00D734F2"/>
    <w:rsid w:val="00D73E87"/>
    <w:rsid w:val="00D7616D"/>
    <w:rsid w:val="00D803F9"/>
    <w:rsid w:val="00D80F31"/>
    <w:rsid w:val="00D80FB9"/>
    <w:rsid w:val="00D81C0C"/>
    <w:rsid w:val="00D8378A"/>
    <w:rsid w:val="00D915A5"/>
    <w:rsid w:val="00D91DC3"/>
    <w:rsid w:val="00D939CB"/>
    <w:rsid w:val="00D94578"/>
    <w:rsid w:val="00DA1903"/>
    <w:rsid w:val="00DA1BFD"/>
    <w:rsid w:val="00DA3705"/>
    <w:rsid w:val="00DA448B"/>
    <w:rsid w:val="00DA57C7"/>
    <w:rsid w:val="00DB11C9"/>
    <w:rsid w:val="00DB1F3F"/>
    <w:rsid w:val="00DB38F1"/>
    <w:rsid w:val="00DB3A3E"/>
    <w:rsid w:val="00DB758E"/>
    <w:rsid w:val="00DC166D"/>
    <w:rsid w:val="00DC34D5"/>
    <w:rsid w:val="00DC4770"/>
    <w:rsid w:val="00DC4D0D"/>
    <w:rsid w:val="00DC58CF"/>
    <w:rsid w:val="00DC6549"/>
    <w:rsid w:val="00DC78F7"/>
    <w:rsid w:val="00DD0C9A"/>
    <w:rsid w:val="00DD1EDB"/>
    <w:rsid w:val="00DD23D9"/>
    <w:rsid w:val="00DD250F"/>
    <w:rsid w:val="00DD40ED"/>
    <w:rsid w:val="00DD5D56"/>
    <w:rsid w:val="00DD6549"/>
    <w:rsid w:val="00DE0713"/>
    <w:rsid w:val="00DE1983"/>
    <w:rsid w:val="00DE1A5A"/>
    <w:rsid w:val="00DE2FC4"/>
    <w:rsid w:val="00DE55F7"/>
    <w:rsid w:val="00DE60FA"/>
    <w:rsid w:val="00DE7AFA"/>
    <w:rsid w:val="00DF05E9"/>
    <w:rsid w:val="00DF3F10"/>
    <w:rsid w:val="00DF41A4"/>
    <w:rsid w:val="00DF4D78"/>
    <w:rsid w:val="00DF52EB"/>
    <w:rsid w:val="00E004D1"/>
    <w:rsid w:val="00E00506"/>
    <w:rsid w:val="00E00813"/>
    <w:rsid w:val="00E12B61"/>
    <w:rsid w:val="00E16BC5"/>
    <w:rsid w:val="00E17646"/>
    <w:rsid w:val="00E2078A"/>
    <w:rsid w:val="00E25EDD"/>
    <w:rsid w:val="00E26EC5"/>
    <w:rsid w:val="00E27AA4"/>
    <w:rsid w:val="00E349D6"/>
    <w:rsid w:val="00E34EC9"/>
    <w:rsid w:val="00E3569B"/>
    <w:rsid w:val="00E35BA9"/>
    <w:rsid w:val="00E40E0E"/>
    <w:rsid w:val="00E40EBB"/>
    <w:rsid w:val="00E41091"/>
    <w:rsid w:val="00E4123E"/>
    <w:rsid w:val="00E41FE6"/>
    <w:rsid w:val="00E43EBD"/>
    <w:rsid w:val="00E517B8"/>
    <w:rsid w:val="00E538D5"/>
    <w:rsid w:val="00E54292"/>
    <w:rsid w:val="00E61491"/>
    <w:rsid w:val="00E61BA2"/>
    <w:rsid w:val="00E62A10"/>
    <w:rsid w:val="00E637F7"/>
    <w:rsid w:val="00E63BF8"/>
    <w:rsid w:val="00E64086"/>
    <w:rsid w:val="00E648C7"/>
    <w:rsid w:val="00E71F48"/>
    <w:rsid w:val="00E71F60"/>
    <w:rsid w:val="00E73390"/>
    <w:rsid w:val="00E75018"/>
    <w:rsid w:val="00E75544"/>
    <w:rsid w:val="00E77C61"/>
    <w:rsid w:val="00E825AD"/>
    <w:rsid w:val="00E8291E"/>
    <w:rsid w:val="00E83CFB"/>
    <w:rsid w:val="00E84F5E"/>
    <w:rsid w:val="00E85BDE"/>
    <w:rsid w:val="00E87125"/>
    <w:rsid w:val="00E90B42"/>
    <w:rsid w:val="00E90C6A"/>
    <w:rsid w:val="00E97000"/>
    <w:rsid w:val="00EA08ED"/>
    <w:rsid w:val="00EA0C5C"/>
    <w:rsid w:val="00EA1CFA"/>
    <w:rsid w:val="00EA231B"/>
    <w:rsid w:val="00EA2779"/>
    <w:rsid w:val="00EA3588"/>
    <w:rsid w:val="00EA3CCE"/>
    <w:rsid w:val="00EA4FDA"/>
    <w:rsid w:val="00EA56B6"/>
    <w:rsid w:val="00EA5AEF"/>
    <w:rsid w:val="00EA64DB"/>
    <w:rsid w:val="00EA743C"/>
    <w:rsid w:val="00EB01AD"/>
    <w:rsid w:val="00EB2203"/>
    <w:rsid w:val="00EB29FE"/>
    <w:rsid w:val="00EB7A50"/>
    <w:rsid w:val="00EC1C03"/>
    <w:rsid w:val="00ED00A0"/>
    <w:rsid w:val="00ED0421"/>
    <w:rsid w:val="00ED76E9"/>
    <w:rsid w:val="00ED7E4B"/>
    <w:rsid w:val="00EE048D"/>
    <w:rsid w:val="00EE100A"/>
    <w:rsid w:val="00EE1318"/>
    <w:rsid w:val="00EE14F1"/>
    <w:rsid w:val="00EE645B"/>
    <w:rsid w:val="00EE75C5"/>
    <w:rsid w:val="00EF0D57"/>
    <w:rsid w:val="00EF4CA8"/>
    <w:rsid w:val="00EF70BB"/>
    <w:rsid w:val="00EF74E3"/>
    <w:rsid w:val="00F00A95"/>
    <w:rsid w:val="00F0157B"/>
    <w:rsid w:val="00F01C72"/>
    <w:rsid w:val="00F0239B"/>
    <w:rsid w:val="00F03C38"/>
    <w:rsid w:val="00F119AC"/>
    <w:rsid w:val="00F13097"/>
    <w:rsid w:val="00F14D39"/>
    <w:rsid w:val="00F152C5"/>
    <w:rsid w:val="00F16B3D"/>
    <w:rsid w:val="00F17383"/>
    <w:rsid w:val="00F217E6"/>
    <w:rsid w:val="00F237C2"/>
    <w:rsid w:val="00F24764"/>
    <w:rsid w:val="00F25F6D"/>
    <w:rsid w:val="00F26839"/>
    <w:rsid w:val="00F26E06"/>
    <w:rsid w:val="00F27A74"/>
    <w:rsid w:val="00F27F65"/>
    <w:rsid w:val="00F30746"/>
    <w:rsid w:val="00F31373"/>
    <w:rsid w:val="00F321F8"/>
    <w:rsid w:val="00F34DE1"/>
    <w:rsid w:val="00F37B00"/>
    <w:rsid w:val="00F413AD"/>
    <w:rsid w:val="00F423DB"/>
    <w:rsid w:val="00F429CC"/>
    <w:rsid w:val="00F434F1"/>
    <w:rsid w:val="00F44069"/>
    <w:rsid w:val="00F455F4"/>
    <w:rsid w:val="00F45D01"/>
    <w:rsid w:val="00F45E2D"/>
    <w:rsid w:val="00F465F2"/>
    <w:rsid w:val="00F51305"/>
    <w:rsid w:val="00F53620"/>
    <w:rsid w:val="00F54491"/>
    <w:rsid w:val="00F54D49"/>
    <w:rsid w:val="00F55583"/>
    <w:rsid w:val="00F5574E"/>
    <w:rsid w:val="00F55D35"/>
    <w:rsid w:val="00F57E0D"/>
    <w:rsid w:val="00F57F81"/>
    <w:rsid w:val="00F607C0"/>
    <w:rsid w:val="00F615B0"/>
    <w:rsid w:val="00F624CA"/>
    <w:rsid w:val="00F62534"/>
    <w:rsid w:val="00F63DD4"/>
    <w:rsid w:val="00F63FCE"/>
    <w:rsid w:val="00F646F9"/>
    <w:rsid w:val="00F65E7C"/>
    <w:rsid w:val="00F6689D"/>
    <w:rsid w:val="00F66B8B"/>
    <w:rsid w:val="00F70EB7"/>
    <w:rsid w:val="00F710B0"/>
    <w:rsid w:val="00F723EA"/>
    <w:rsid w:val="00F7241D"/>
    <w:rsid w:val="00F75C06"/>
    <w:rsid w:val="00F76DDC"/>
    <w:rsid w:val="00F77410"/>
    <w:rsid w:val="00F80F0B"/>
    <w:rsid w:val="00F83E49"/>
    <w:rsid w:val="00F8642C"/>
    <w:rsid w:val="00F91464"/>
    <w:rsid w:val="00F91A30"/>
    <w:rsid w:val="00F91DD6"/>
    <w:rsid w:val="00F9393A"/>
    <w:rsid w:val="00F959E2"/>
    <w:rsid w:val="00F95DAD"/>
    <w:rsid w:val="00F96F6E"/>
    <w:rsid w:val="00F97A72"/>
    <w:rsid w:val="00FA10DA"/>
    <w:rsid w:val="00FA257E"/>
    <w:rsid w:val="00FA56B5"/>
    <w:rsid w:val="00FA77AD"/>
    <w:rsid w:val="00FB05D4"/>
    <w:rsid w:val="00FB0CDE"/>
    <w:rsid w:val="00FB2277"/>
    <w:rsid w:val="00FB5047"/>
    <w:rsid w:val="00FB7315"/>
    <w:rsid w:val="00FC270C"/>
    <w:rsid w:val="00FC40D7"/>
    <w:rsid w:val="00FC4529"/>
    <w:rsid w:val="00FC6B54"/>
    <w:rsid w:val="00FD049D"/>
    <w:rsid w:val="00FD0606"/>
    <w:rsid w:val="00FD34B0"/>
    <w:rsid w:val="00FD404A"/>
    <w:rsid w:val="00FD4F6D"/>
    <w:rsid w:val="00FD5AAE"/>
    <w:rsid w:val="00FD75EB"/>
    <w:rsid w:val="00FD787A"/>
    <w:rsid w:val="00FD79BF"/>
    <w:rsid w:val="00FE1A51"/>
    <w:rsid w:val="00FE1DDC"/>
    <w:rsid w:val="00FE377E"/>
    <w:rsid w:val="00FE3A07"/>
    <w:rsid w:val="00FE593B"/>
    <w:rsid w:val="00FF32B1"/>
    <w:rsid w:val="00FF4773"/>
    <w:rsid w:val="00FF5382"/>
    <w:rsid w:val="00FF5D83"/>
    <w:rsid w:val="00FF6152"/>
    <w:rsid w:val="00FF760F"/>
    <w:rsid w:val="00FF79A3"/>
    <w:rsid w:val="00FF7FE2"/>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02BA"/>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uiPriority w:val="99"/>
    <w:rsid w:val="00C4622A"/>
    <w:rPr>
      <w:rFonts w:cs="Times New Roman"/>
    </w:rPr>
  </w:style>
  <w:style w:type="character" w:styleId="Hyperlink">
    <w:name w:val="Hyperlink"/>
    <w:basedOn w:val="DefaultParagraphFont"/>
    <w:uiPriority w:val="99"/>
    <w:semiHidden/>
    <w:rsid w:val="00C4622A"/>
    <w:rPr>
      <w:rFonts w:cs="Times New Roman"/>
      <w:color w:val="0000FF"/>
      <w:u w:val="single"/>
    </w:rPr>
  </w:style>
  <w:style w:type="paragraph" w:styleId="Header">
    <w:name w:val="header"/>
    <w:basedOn w:val="Normal"/>
    <w:link w:val="HeaderChar"/>
    <w:uiPriority w:val="99"/>
    <w:semiHidden/>
    <w:rsid w:val="009B0A3D"/>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9B0A3D"/>
    <w:rPr>
      <w:rFonts w:cs="Times New Roman"/>
      <w:sz w:val="18"/>
      <w:szCs w:val="18"/>
    </w:rPr>
  </w:style>
  <w:style w:type="paragraph" w:styleId="Footer">
    <w:name w:val="footer"/>
    <w:basedOn w:val="Normal"/>
    <w:link w:val="FooterChar"/>
    <w:uiPriority w:val="99"/>
    <w:semiHidden/>
    <w:rsid w:val="009B0A3D"/>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9B0A3D"/>
    <w:rPr>
      <w:rFonts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51</TotalTime>
  <Pages>2</Pages>
  <Words>519</Words>
  <Characters>2963</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User</cp:lastModifiedBy>
  <cp:revision>8</cp:revision>
  <dcterms:created xsi:type="dcterms:W3CDTF">2017-06-12T01:35:00Z</dcterms:created>
  <dcterms:modified xsi:type="dcterms:W3CDTF">2017-06-20T14:49:00Z</dcterms:modified>
</cp:coreProperties>
</file>